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8A4" w:rsidRPr="00BB71DE" w:rsidRDefault="009868A4" w:rsidP="009868A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3612" w:rsidRDefault="00A33612" w:rsidP="00A3361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bidi="ar-SA"/>
        </w:rPr>
      </w:pPr>
      <w:r>
        <w:rPr>
          <w:b/>
          <w:bCs/>
          <w:color w:val="000000"/>
          <w:sz w:val="24"/>
          <w:szCs w:val="24"/>
          <w:lang w:bidi="ar-SA"/>
        </w:rPr>
        <w:t>I SELEZIONE ZONALE OPTIMIST</w:t>
      </w:r>
    </w:p>
    <w:p w:rsidR="00A33612" w:rsidRDefault="00A33612" w:rsidP="00A3361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bidi="ar-SA"/>
        </w:rPr>
      </w:pPr>
      <w:r>
        <w:rPr>
          <w:b/>
          <w:bCs/>
          <w:color w:val="000000"/>
          <w:sz w:val="24"/>
          <w:szCs w:val="24"/>
          <w:lang w:bidi="ar-SA"/>
        </w:rPr>
        <w:t>CIRCOLO VELICO LAZZARULO</w:t>
      </w:r>
    </w:p>
    <w:p w:rsidR="00A33612" w:rsidRDefault="00A33612" w:rsidP="00A3361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bidi="ar-SA"/>
        </w:rPr>
      </w:pPr>
      <w:r>
        <w:rPr>
          <w:b/>
          <w:bCs/>
          <w:color w:val="000000"/>
          <w:sz w:val="24"/>
          <w:szCs w:val="24"/>
          <w:lang w:bidi="ar-SA"/>
        </w:rPr>
        <w:t>ACCIAROLI (SA) 29 MAGGIO 2016</w:t>
      </w:r>
    </w:p>
    <w:p w:rsidR="00A33612" w:rsidRDefault="00A33612" w:rsidP="00A3361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bidi="ar-SA"/>
        </w:rPr>
      </w:pPr>
    </w:p>
    <w:p w:rsidR="00A33612" w:rsidRDefault="00A33612" w:rsidP="00A3361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bidi="ar-SA"/>
        </w:rPr>
      </w:pPr>
      <w:r>
        <w:rPr>
          <w:b/>
          <w:bCs/>
          <w:color w:val="000000"/>
          <w:sz w:val="24"/>
          <w:szCs w:val="24"/>
          <w:lang w:bidi="ar-SA"/>
        </w:rPr>
        <w:t>ELENCO ADESIONI ALLA TRASFERTA</w:t>
      </w:r>
    </w:p>
    <w:p w:rsidR="00A33612" w:rsidRDefault="00A33612" w:rsidP="00A33612">
      <w:pPr>
        <w:spacing w:line="360" w:lineRule="auto"/>
        <w:jc w:val="center"/>
        <w:rPr>
          <w:b/>
          <w:sz w:val="24"/>
          <w:szCs w:val="24"/>
        </w:rPr>
      </w:pPr>
    </w:p>
    <w:p w:rsidR="00A33612" w:rsidRPr="00164357" w:rsidRDefault="00A33612" w:rsidP="00A33612">
      <w:pPr>
        <w:spacing w:line="360" w:lineRule="auto"/>
        <w:rPr>
          <w:b/>
          <w:sz w:val="24"/>
          <w:szCs w:val="24"/>
        </w:rPr>
      </w:pPr>
      <w:r w:rsidRPr="00164357">
        <w:rPr>
          <w:b/>
          <w:sz w:val="24"/>
          <w:szCs w:val="24"/>
        </w:rPr>
        <w:t>C.R.V. ITALIA  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 xml:space="preserve">18 </w:t>
      </w:r>
      <w:r w:rsidRPr="00164357">
        <w:rPr>
          <w:sz w:val="24"/>
          <w:szCs w:val="24"/>
        </w:rPr>
        <w:t xml:space="preserve">atleti </w:t>
      </w:r>
      <w:proofErr w:type="spellStart"/>
      <w:r w:rsidRPr="009E2D98">
        <w:rPr>
          <w:sz w:val="24"/>
          <w:szCs w:val="24"/>
        </w:rPr>
        <w:t>cosi</w:t>
      </w:r>
      <w:proofErr w:type="spellEnd"/>
      <w:r w:rsidRPr="009E2D98">
        <w:rPr>
          <w:sz w:val="24"/>
          <w:szCs w:val="24"/>
        </w:rPr>
        <w:t xml:space="preserve"> </w:t>
      </w:r>
      <w:proofErr w:type="gramStart"/>
      <w:r w:rsidRPr="009E2D98">
        <w:rPr>
          <w:sz w:val="24"/>
          <w:szCs w:val="24"/>
        </w:rPr>
        <w:t>divisi :</w:t>
      </w:r>
      <w:proofErr w:type="gramEnd"/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>5 maschi 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>13 femmine 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 xml:space="preserve">Arrivo previsto il giorno venerdì </w:t>
      </w:r>
      <w:proofErr w:type="gramStart"/>
      <w:r w:rsidRPr="009E2D98">
        <w:rPr>
          <w:sz w:val="24"/>
          <w:szCs w:val="24"/>
        </w:rPr>
        <w:t>27  maggio</w:t>
      </w:r>
      <w:proofErr w:type="gramEnd"/>
      <w:r w:rsidRPr="009E2D98">
        <w:rPr>
          <w:sz w:val="24"/>
          <w:szCs w:val="24"/>
        </w:rPr>
        <w:t xml:space="preserve"> in serata . </w:t>
      </w:r>
    </w:p>
    <w:p w:rsidR="00A33612" w:rsidRPr="00164357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 xml:space="preserve">2 Accompagnatori: Ludovica </w:t>
      </w:r>
      <w:proofErr w:type="gramStart"/>
      <w:r w:rsidRPr="009E2D98">
        <w:rPr>
          <w:sz w:val="24"/>
          <w:szCs w:val="24"/>
        </w:rPr>
        <w:t>Falco  </w:t>
      </w:r>
      <w:r w:rsidRPr="00D11382">
        <w:rPr>
          <w:sz w:val="24"/>
          <w:szCs w:val="24"/>
        </w:rPr>
        <w:t>ludy-falco@hotmail.it</w:t>
      </w:r>
      <w:proofErr w:type="gramEnd"/>
      <w:r w:rsidRPr="009E2D98">
        <w:rPr>
          <w:sz w:val="24"/>
          <w:szCs w:val="24"/>
        </w:rPr>
        <w:t xml:space="preserve">  </w:t>
      </w:r>
      <w:proofErr w:type="spellStart"/>
      <w:r w:rsidRPr="009E2D98">
        <w:rPr>
          <w:sz w:val="24"/>
          <w:szCs w:val="24"/>
        </w:rPr>
        <w:t>cell</w:t>
      </w:r>
      <w:proofErr w:type="spellEnd"/>
      <w:r w:rsidRPr="009E2D98">
        <w:rPr>
          <w:sz w:val="24"/>
          <w:szCs w:val="24"/>
        </w:rPr>
        <w:t xml:space="preserve">. </w:t>
      </w:r>
      <w:hyperlink r:id="rId8" w:tgtFrame="_blank" w:history="1">
        <w:r w:rsidRPr="009E2D98">
          <w:rPr>
            <w:sz w:val="24"/>
            <w:szCs w:val="24"/>
          </w:rPr>
          <w:t>3319818777</w:t>
        </w:r>
      </w:hyperlink>
      <w:r w:rsidRPr="009E2D98">
        <w:rPr>
          <w:sz w:val="24"/>
          <w:szCs w:val="24"/>
        </w:rPr>
        <w:t> </w:t>
      </w:r>
      <w:r w:rsidRPr="00164357">
        <w:rPr>
          <w:sz w:val="24"/>
          <w:szCs w:val="24"/>
        </w:rPr>
        <w:t>Stef</w:t>
      </w:r>
      <w:r>
        <w:rPr>
          <w:sz w:val="24"/>
          <w:szCs w:val="24"/>
        </w:rPr>
        <w:t xml:space="preserve">an </w:t>
      </w:r>
      <w:proofErr w:type="spellStart"/>
      <w:r>
        <w:rPr>
          <w:sz w:val="24"/>
          <w:szCs w:val="24"/>
        </w:rPr>
        <w:t>Buchberger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cell</w:t>
      </w:r>
      <w:proofErr w:type="spellEnd"/>
      <w:r>
        <w:rPr>
          <w:sz w:val="24"/>
          <w:szCs w:val="24"/>
        </w:rPr>
        <w:t>. 3248838397 superbasstrombone@gmail.com</w:t>
      </w:r>
    </w:p>
    <w:p w:rsidR="00A33612" w:rsidRDefault="00A33612" w:rsidP="00A33612">
      <w:pPr>
        <w:spacing w:line="360" w:lineRule="auto"/>
        <w:rPr>
          <w:b/>
          <w:caps/>
          <w:sz w:val="24"/>
          <w:szCs w:val="24"/>
        </w:rPr>
      </w:pPr>
    </w:p>
    <w:p w:rsidR="00A33612" w:rsidRPr="009E2D98" w:rsidRDefault="00A33612" w:rsidP="00A33612">
      <w:pPr>
        <w:spacing w:line="360" w:lineRule="auto"/>
        <w:rPr>
          <w:b/>
          <w:caps/>
          <w:sz w:val="24"/>
          <w:szCs w:val="24"/>
        </w:rPr>
      </w:pPr>
      <w:r w:rsidRPr="00164357">
        <w:rPr>
          <w:b/>
          <w:caps/>
          <w:sz w:val="24"/>
          <w:szCs w:val="24"/>
        </w:rPr>
        <w:t xml:space="preserve">Reale Yacht Club Canottieri Savoia 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 xml:space="preserve">18 </w:t>
      </w:r>
      <w:r w:rsidRPr="00164357">
        <w:rPr>
          <w:sz w:val="24"/>
          <w:szCs w:val="24"/>
        </w:rPr>
        <w:t xml:space="preserve">atleti </w:t>
      </w:r>
      <w:proofErr w:type="spellStart"/>
      <w:r w:rsidRPr="009E2D98">
        <w:rPr>
          <w:sz w:val="24"/>
          <w:szCs w:val="24"/>
        </w:rPr>
        <w:t>cosi</w:t>
      </w:r>
      <w:proofErr w:type="spellEnd"/>
      <w:r w:rsidRPr="009E2D98">
        <w:rPr>
          <w:sz w:val="24"/>
          <w:szCs w:val="24"/>
        </w:rPr>
        <w:t xml:space="preserve"> </w:t>
      </w:r>
      <w:proofErr w:type="gramStart"/>
      <w:r w:rsidRPr="009E2D98">
        <w:rPr>
          <w:sz w:val="24"/>
          <w:szCs w:val="24"/>
        </w:rPr>
        <w:t>divisi :</w:t>
      </w:r>
      <w:proofErr w:type="gramEnd"/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14</w:t>
      </w:r>
      <w:r w:rsidRPr="009E2D98">
        <w:rPr>
          <w:sz w:val="24"/>
          <w:szCs w:val="24"/>
        </w:rPr>
        <w:t xml:space="preserve"> maschi 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Pr="009E2D98">
        <w:rPr>
          <w:sz w:val="24"/>
          <w:szCs w:val="24"/>
        </w:rPr>
        <w:t>femmine </w:t>
      </w:r>
    </w:p>
    <w:p w:rsidR="00A33612" w:rsidRPr="00A33612" w:rsidRDefault="00A33612" w:rsidP="00A33612">
      <w:pPr>
        <w:spacing w:line="360" w:lineRule="auto"/>
        <w:rPr>
          <w:sz w:val="24"/>
          <w:szCs w:val="24"/>
        </w:rPr>
      </w:pPr>
      <w:r w:rsidRPr="00A33612">
        <w:rPr>
          <w:sz w:val="24"/>
          <w:szCs w:val="24"/>
        </w:rPr>
        <w:t xml:space="preserve">Accompagnatore Mattia </w:t>
      </w:r>
      <w:proofErr w:type="spellStart"/>
      <w:r w:rsidRPr="00A33612">
        <w:rPr>
          <w:sz w:val="24"/>
          <w:szCs w:val="24"/>
        </w:rPr>
        <w:t>Pressich</w:t>
      </w:r>
      <w:proofErr w:type="spellEnd"/>
      <w:r w:rsidRPr="00A33612">
        <w:rPr>
          <w:sz w:val="24"/>
          <w:szCs w:val="24"/>
        </w:rPr>
        <w:t xml:space="preserve"> </w:t>
      </w:r>
      <w:hyperlink r:id="rId9" w:history="1">
        <w:r w:rsidRPr="00A33612">
          <w:rPr>
            <w:sz w:val="24"/>
            <w:szCs w:val="24"/>
          </w:rPr>
          <w:t xml:space="preserve">3290831931 </w:t>
        </w:r>
        <w:proofErr w:type="gramStart"/>
        <w:r w:rsidRPr="00A33612">
          <w:rPr>
            <w:sz w:val="24"/>
            <w:szCs w:val="24"/>
          </w:rPr>
          <w:t>m.pressich@alice.it</w:t>
        </w:r>
      </w:hyperlink>
      <w:r w:rsidRPr="00A33612">
        <w:rPr>
          <w:sz w:val="24"/>
          <w:szCs w:val="24"/>
        </w:rPr>
        <w:t>,  e</w:t>
      </w:r>
      <w:proofErr w:type="gramEnd"/>
      <w:r w:rsidRPr="00A33612">
        <w:rPr>
          <w:sz w:val="24"/>
          <w:szCs w:val="24"/>
        </w:rPr>
        <w:t xml:space="preserve"> Federica Mennella </w:t>
      </w:r>
    </w:p>
    <w:p w:rsidR="00A33612" w:rsidRPr="00164357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Arrivo/partenza non comunicati</w:t>
      </w:r>
    </w:p>
    <w:p w:rsidR="00A33612" w:rsidRDefault="00A33612" w:rsidP="00A33612">
      <w:pPr>
        <w:spacing w:line="360" w:lineRule="auto"/>
        <w:rPr>
          <w:b/>
          <w:caps/>
          <w:sz w:val="24"/>
          <w:szCs w:val="24"/>
        </w:rPr>
      </w:pPr>
    </w:p>
    <w:p w:rsidR="00A33612" w:rsidRDefault="00A33612" w:rsidP="00A33612">
      <w:pPr>
        <w:spacing w:line="360" w:lineRule="auto"/>
        <w:rPr>
          <w:b/>
          <w:caps/>
          <w:sz w:val="24"/>
          <w:szCs w:val="24"/>
        </w:rPr>
      </w:pPr>
      <w:r w:rsidRPr="007D275B">
        <w:rPr>
          <w:b/>
          <w:caps/>
          <w:sz w:val="24"/>
          <w:szCs w:val="24"/>
        </w:rPr>
        <w:t>Lega Navale Italiana Napoli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10 </w:t>
      </w:r>
      <w:r w:rsidRPr="00164357">
        <w:rPr>
          <w:sz w:val="24"/>
          <w:szCs w:val="24"/>
        </w:rPr>
        <w:t xml:space="preserve">atleti </w:t>
      </w:r>
      <w:r w:rsidRPr="009E2D98">
        <w:rPr>
          <w:sz w:val="24"/>
          <w:szCs w:val="24"/>
        </w:rPr>
        <w:t xml:space="preserve">così </w:t>
      </w:r>
      <w:r>
        <w:rPr>
          <w:sz w:val="24"/>
          <w:szCs w:val="24"/>
        </w:rPr>
        <w:t>sud</w:t>
      </w:r>
      <w:r w:rsidRPr="009E2D98">
        <w:rPr>
          <w:sz w:val="24"/>
          <w:szCs w:val="24"/>
        </w:rPr>
        <w:t>divisi: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164357">
        <w:rPr>
          <w:sz w:val="24"/>
          <w:szCs w:val="24"/>
        </w:rPr>
        <w:t>7</w:t>
      </w:r>
      <w:r w:rsidRPr="009E2D98">
        <w:rPr>
          <w:sz w:val="24"/>
          <w:szCs w:val="24"/>
        </w:rPr>
        <w:t xml:space="preserve"> maschi </w:t>
      </w:r>
    </w:p>
    <w:p w:rsidR="00A33612" w:rsidRPr="00164357" w:rsidRDefault="00A33612" w:rsidP="00A33612">
      <w:pPr>
        <w:spacing w:line="360" w:lineRule="auto"/>
        <w:rPr>
          <w:sz w:val="24"/>
          <w:szCs w:val="24"/>
        </w:rPr>
      </w:pPr>
      <w:r w:rsidRPr="00164357">
        <w:rPr>
          <w:sz w:val="24"/>
          <w:szCs w:val="24"/>
        </w:rPr>
        <w:t xml:space="preserve">3 femmine </w:t>
      </w:r>
    </w:p>
    <w:p w:rsidR="00A33612" w:rsidRPr="00164357" w:rsidRDefault="00A33612" w:rsidP="00A33612">
      <w:pPr>
        <w:spacing w:line="360" w:lineRule="auto"/>
        <w:rPr>
          <w:sz w:val="24"/>
          <w:szCs w:val="24"/>
        </w:rPr>
      </w:pPr>
      <w:r w:rsidRPr="00164357">
        <w:rPr>
          <w:sz w:val="24"/>
          <w:szCs w:val="24"/>
        </w:rPr>
        <w:t>Data di arrivo 27/05/2016 Partenza 29/05/2016</w:t>
      </w:r>
    </w:p>
    <w:p w:rsidR="00A33612" w:rsidRPr="00164357" w:rsidRDefault="00A33612" w:rsidP="00A33612">
      <w:pPr>
        <w:spacing w:line="360" w:lineRule="auto"/>
        <w:rPr>
          <w:sz w:val="24"/>
          <w:szCs w:val="24"/>
        </w:rPr>
      </w:pPr>
      <w:r w:rsidRPr="00164357">
        <w:rPr>
          <w:sz w:val="24"/>
          <w:szCs w:val="24"/>
        </w:rPr>
        <w:t xml:space="preserve">Accompagnatori </w:t>
      </w:r>
    </w:p>
    <w:p w:rsidR="00A33612" w:rsidRDefault="00A33612" w:rsidP="00A33612">
      <w:pPr>
        <w:spacing w:line="360" w:lineRule="auto"/>
        <w:rPr>
          <w:sz w:val="24"/>
          <w:szCs w:val="24"/>
        </w:rPr>
      </w:pPr>
      <w:r w:rsidRPr="00164357">
        <w:rPr>
          <w:sz w:val="24"/>
          <w:szCs w:val="24"/>
        </w:rPr>
        <w:t xml:space="preserve">Davide </w:t>
      </w:r>
      <w:proofErr w:type="spellStart"/>
      <w:r w:rsidRPr="00164357">
        <w:rPr>
          <w:sz w:val="24"/>
          <w:szCs w:val="24"/>
        </w:rPr>
        <w:t>Comitangelo</w:t>
      </w:r>
      <w:proofErr w:type="spellEnd"/>
      <w:r w:rsidRPr="00164357">
        <w:rPr>
          <w:sz w:val="24"/>
          <w:szCs w:val="24"/>
        </w:rPr>
        <w:t xml:space="preserve"> </w:t>
      </w:r>
      <w:r w:rsidRPr="009E2D98">
        <w:rPr>
          <w:sz w:val="24"/>
          <w:szCs w:val="24"/>
        </w:rPr>
        <w:t>3408929881</w:t>
      </w:r>
      <w:r>
        <w:rPr>
          <w:sz w:val="24"/>
          <w:szCs w:val="24"/>
        </w:rPr>
        <w:t xml:space="preserve"> </w:t>
      </w:r>
      <w:r w:rsidRPr="00A27C6E">
        <w:rPr>
          <w:sz w:val="24"/>
          <w:szCs w:val="24"/>
        </w:rPr>
        <w:t>davidecomitangelo@hotmail.it</w:t>
      </w:r>
      <w:r w:rsidRPr="00164357">
        <w:rPr>
          <w:sz w:val="24"/>
          <w:szCs w:val="24"/>
        </w:rPr>
        <w:t xml:space="preserve"> </w:t>
      </w:r>
    </w:p>
    <w:p w:rsidR="00A33612" w:rsidRPr="00164357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 xml:space="preserve">Giuseppe Falanga </w:t>
      </w:r>
      <w:proofErr w:type="spellStart"/>
      <w:r w:rsidRPr="009E2D98">
        <w:rPr>
          <w:sz w:val="24"/>
          <w:szCs w:val="24"/>
        </w:rPr>
        <w:t>cel</w:t>
      </w:r>
      <w:proofErr w:type="spellEnd"/>
      <w:r w:rsidRPr="009E2D98">
        <w:rPr>
          <w:sz w:val="24"/>
          <w:szCs w:val="24"/>
        </w:rPr>
        <w:t>. 3929815249</w:t>
      </w:r>
      <w:r>
        <w:rPr>
          <w:sz w:val="24"/>
          <w:szCs w:val="24"/>
        </w:rPr>
        <w:t xml:space="preserve"> </w:t>
      </w:r>
      <w:r w:rsidRPr="00A27C6E">
        <w:rPr>
          <w:sz w:val="24"/>
          <w:szCs w:val="24"/>
        </w:rPr>
        <w:t>giufalanga@libero.it</w:t>
      </w:r>
    </w:p>
    <w:p w:rsidR="00A33612" w:rsidRPr="007D275B" w:rsidRDefault="00A33612" w:rsidP="00A33612">
      <w:pPr>
        <w:spacing w:line="360" w:lineRule="auto"/>
        <w:rPr>
          <w:b/>
          <w:caps/>
          <w:sz w:val="24"/>
          <w:szCs w:val="24"/>
        </w:rPr>
      </w:pPr>
      <w:r w:rsidRPr="007D275B">
        <w:rPr>
          <w:b/>
          <w:caps/>
          <w:sz w:val="24"/>
          <w:szCs w:val="24"/>
        </w:rPr>
        <w:lastRenderedPageBreak/>
        <w:t xml:space="preserve">Club Velico Salernitano 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8 </w:t>
      </w:r>
      <w:r w:rsidRPr="00164357">
        <w:rPr>
          <w:sz w:val="24"/>
          <w:szCs w:val="24"/>
        </w:rPr>
        <w:t xml:space="preserve">atleti </w:t>
      </w:r>
      <w:r w:rsidRPr="009E2D98">
        <w:rPr>
          <w:sz w:val="24"/>
          <w:szCs w:val="24"/>
        </w:rPr>
        <w:t xml:space="preserve">così </w:t>
      </w:r>
      <w:r>
        <w:rPr>
          <w:sz w:val="24"/>
          <w:szCs w:val="24"/>
        </w:rPr>
        <w:t>sud</w:t>
      </w:r>
      <w:r w:rsidRPr="009E2D98">
        <w:rPr>
          <w:sz w:val="24"/>
          <w:szCs w:val="24"/>
        </w:rPr>
        <w:t>divisi: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>n.5 atleti maschi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>n.3 atleti femmine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 xml:space="preserve">n.1 </w:t>
      </w:r>
      <w:proofErr w:type="gramStart"/>
      <w:r w:rsidRPr="009E2D98">
        <w:rPr>
          <w:sz w:val="24"/>
          <w:szCs w:val="24"/>
        </w:rPr>
        <w:t>accompagnatore  (</w:t>
      </w:r>
      <w:proofErr w:type="spellStart"/>
      <w:proofErr w:type="gramEnd"/>
      <w:r w:rsidRPr="009E2D98">
        <w:rPr>
          <w:sz w:val="24"/>
          <w:szCs w:val="24"/>
        </w:rPr>
        <w:t>Argenzio</w:t>
      </w:r>
      <w:proofErr w:type="spellEnd"/>
      <w:r w:rsidRPr="009E2D98">
        <w:rPr>
          <w:sz w:val="24"/>
          <w:szCs w:val="24"/>
        </w:rPr>
        <w:t xml:space="preserve"> Roberto tel. 3284351073)</w:t>
      </w:r>
      <w:r>
        <w:rPr>
          <w:sz w:val="24"/>
          <w:szCs w:val="24"/>
        </w:rPr>
        <w:t xml:space="preserve"> </w:t>
      </w:r>
      <w:r w:rsidRPr="00A27C6E">
        <w:rPr>
          <w:sz w:val="24"/>
          <w:szCs w:val="24"/>
        </w:rPr>
        <w:t>robertoargenzio@alice.it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proofErr w:type="gramStart"/>
      <w:r w:rsidRPr="009E2D98">
        <w:rPr>
          <w:sz w:val="24"/>
          <w:szCs w:val="24"/>
        </w:rPr>
        <w:t>giorno</w:t>
      </w:r>
      <w:proofErr w:type="gramEnd"/>
      <w:r w:rsidRPr="009E2D98">
        <w:rPr>
          <w:sz w:val="24"/>
          <w:szCs w:val="24"/>
        </w:rPr>
        <w:t xml:space="preserve"> di arrivo 27/05 e giorno di partenza 29/05</w:t>
      </w:r>
    </w:p>
    <w:p w:rsidR="00A33612" w:rsidRDefault="00A33612" w:rsidP="00A33612">
      <w:pPr>
        <w:spacing w:line="360" w:lineRule="auto"/>
        <w:rPr>
          <w:b/>
          <w:caps/>
          <w:sz w:val="24"/>
          <w:szCs w:val="24"/>
        </w:rPr>
      </w:pPr>
    </w:p>
    <w:p w:rsidR="00A33612" w:rsidRDefault="00A33612" w:rsidP="00A33612">
      <w:pPr>
        <w:spacing w:line="360" w:lineRule="auto"/>
        <w:rPr>
          <w:b/>
          <w:caps/>
          <w:sz w:val="24"/>
          <w:szCs w:val="24"/>
        </w:rPr>
      </w:pPr>
      <w:r w:rsidRPr="007D275B">
        <w:rPr>
          <w:b/>
          <w:caps/>
          <w:sz w:val="24"/>
          <w:szCs w:val="24"/>
        </w:rPr>
        <w:t xml:space="preserve">Mascalzone Latino 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Pr="00164357">
        <w:rPr>
          <w:sz w:val="24"/>
          <w:szCs w:val="24"/>
        </w:rPr>
        <w:t xml:space="preserve">atleti </w:t>
      </w:r>
      <w:r w:rsidRPr="009E2D98">
        <w:rPr>
          <w:sz w:val="24"/>
          <w:szCs w:val="24"/>
        </w:rPr>
        <w:t xml:space="preserve">così </w:t>
      </w:r>
      <w:r>
        <w:rPr>
          <w:sz w:val="24"/>
          <w:szCs w:val="24"/>
        </w:rPr>
        <w:t>sud</w:t>
      </w:r>
      <w:r w:rsidRPr="009E2D98">
        <w:rPr>
          <w:sz w:val="24"/>
          <w:szCs w:val="24"/>
        </w:rPr>
        <w:t>divisi: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>n.</w:t>
      </w:r>
      <w:r>
        <w:rPr>
          <w:sz w:val="24"/>
          <w:szCs w:val="24"/>
        </w:rPr>
        <w:t>3</w:t>
      </w:r>
      <w:r w:rsidRPr="009E2D98">
        <w:rPr>
          <w:sz w:val="24"/>
          <w:szCs w:val="24"/>
        </w:rPr>
        <w:t xml:space="preserve"> atleti maschi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>Antonelli Tommaso; Esposito Davide; Falcone Salvatore.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N.1 accompagnatore Antonietta De Falco 3492554886 antoniettadefalco@gmail.com</w:t>
      </w:r>
    </w:p>
    <w:p w:rsidR="00A33612" w:rsidRPr="00164357" w:rsidRDefault="00A33612" w:rsidP="00A33612">
      <w:pPr>
        <w:spacing w:line="360" w:lineRule="auto"/>
        <w:rPr>
          <w:sz w:val="24"/>
          <w:szCs w:val="24"/>
        </w:rPr>
      </w:pPr>
      <w:r w:rsidRPr="00164357">
        <w:rPr>
          <w:sz w:val="24"/>
          <w:szCs w:val="24"/>
        </w:rPr>
        <w:t>Arrivo Giovedi 26 mentre quella di partenza Domenica 29.v</w:t>
      </w:r>
    </w:p>
    <w:p w:rsidR="00A33612" w:rsidRPr="00164357" w:rsidRDefault="00A33612" w:rsidP="00A33612">
      <w:pPr>
        <w:spacing w:line="360" w:lineRule="auto"/>
        <w:rPr>
          <w:sz w:val="24"/>
          <w:szCs w:val="24"/>
        </w:rPr>
      </w:pPr>
    </w:p>
    <w:p w:rsidR="00A33612" w:rsidRPr="009E2D98" w:rsidRDefault="00A33612" w:rsidP="00A33612">
      <w:pPr>
        <w:spacing w:line="360" w:lineRule="auto"/>
        <w:rPr>
          <w:b/>
          <w:caps/>
          <w:sz w:val="24"/>
          <w:szCs w:val="24"/>
        </w:rPr>
      </w:pPr>
      <w:r w:rsidRPr="007D275B">
        <w:rPr>
          <w:b/>
          <w:caps/>
          <w:sz w:val="24"/>
          <w:szCs w:val="24"/>
        </w:rPr>
        <w:t xml:space="preserve">Yacht Club Capri 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proofErr w:type="gramStart"/>
      <w:r w:rsidRPr="009E2D98">
        <w:rPr>
          <w:sz w:val="24"/>
          <w:szCs w:val="24"/>
        </w:rPr>
        <w:t>la</w:t>
      </w:r>
      <w:proofErr w:type="gramEnd"/>
      <w:r w:rsidRPr="009E2D98">
        <w:rPr>
          <w:sz w:val="24"/>
          <w:szCs w:val="24"/>
        </w:rPr>
        <w:t xml:space="preserve"> squadra è composta da: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 xml:space="preserve">6 </w:t>
      </w:r>
      <w:proofErr w:type="gramStart"/>
      <w:r w:rsidRPr="009E2D98">
        <w:rPr>
          <w:sz w:val="24"/>
          <w:szCs w:val="24"/>
        </w:rPr>
        <w:t>maschietti :</w:t>
      </w:r>
      <w:proofErr w:type="gramEnd"/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>Andrea d'apice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proofErr w:type="spellStart"/>
      <w:proofErr w:type="gramStart"/>
      <w:r w:rsidRPr="009E2D98">
        <w:rPr>
          <w:sz w:val="24"/>
          <w:szCs w:val="24"/>
        </w:rPr>
        <w:t>giancarlo</w:t>
      </w:r>
      <w:proofErr w:type="spellEnd"/>
      <w:proofErr w:type="gramEnd"/>
      <w:r w:rsidRPr="009E2D98">
        <w:rPr>
          <w:sz w:val="24"/>
          <w:szCs w:val="24"/>
        </w:rPr>
        <w:t xml:space="preserve"> balsamo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proofErr w:type="gramStart"/>
      <w:r w:rsidRPr="009E2D98">
        <w:rPr>
          <w:sz w:val="24"/>
          <w:szCs w:val="24"/>
        </w:rPr>
        <w:t>salvatore</w:t>
      </w:r>
      <w:proofErr w:type="gramEnd"/>
      <w:r w:rsidRPr="009E2D98">
        <w:rPr>
          <w:sz w:val="24"/>
          <w:szCs w:val="24"/>
        </w:rPr>
        <w:t xml:space="preserve"> </w:t>
      </w:r>
      <w:proofErr w:type="spellStart"/>
      <w:r w:rsidRPr="009E2D98">
        <w:rPr>
          <w:sz w:val="24"/>
          <w:szCs w:val="24"/>
        </w:rPr>
        <w:t>sposito</w:t>
      </w:r>
      <w:proofErr w:type="spellEnd"/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proofErr w:type="spellStart"/>
      <w:proofErr w:type="gramStart"/>
      <w:r w:rsidRPr="009E2D98">
        <w:rPr>
          <w:sz w:val="24"/>
          <w:szCs w:val="24"/>
        </w:rPr>
        <w:t>lorenzo</w:t>
      </w:r>
      <w:proofErr w:type="spellEnd"/>
      <w:proofErr w:type="gramEnd"/>
      <w:r w:rsidRPr="009E2D98">
        <w:rPr>
          <w:sz w:val="24"/>
          <w:szCs w:val="24"/>
        </w:rPr>
        <w:t xml:space="preserve"> </w:t>
      </w:r>
      <w:proofErr w:type="spellStart"/>
      <w:r w:rsidRPr="009E2D98">
        <w:rPr>
          <w:sz w:val="24"/>
          <w:szCs w:val="24"/>
        </w:rPr>
        <w:t>gaeta</w:t>
      </w:r>
      <w:proofErr w:type="spellEnd"/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proofErr w:type="spellStart"/>
      <w:proofErr w:type="gramStart"/>
      <w:r w:rsidRPr="009E2D98">
        <w:rPr>
          <w:sz w:val="24"/>
          <w:szCs w:val="24"/>
        </w:rPr>
        <w:t>christian</w:t>
      </w:r>
      <w:proofErr w:type="spellEnd"/>
      <w:proofErr w:type="gramEnd"/>
      <w:r w:rsidRPr="009E2D98">
        <w:rPr>
          <w:sz w:val="24"/>
          <w:szCs w:val="24"/>
        </w:rPr>
        <w:t xml:space="preserve"> di salvo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proofErr w:type="spellStart"/>
      <w:proofErr w:type="gramStart"/>
      <w:r w:rsidRPr="009E2D98">
        <w:rPr>
          <w:sz w:val="24"/>
          <w:szCs w:val="24"/>
        </w:rPr>
        <w:t>simone</w:t>
      </w:r>
      <w:proofErr w:type="spellEnd"/>
      <w:proofErr w:type="gramEnd"/>
      <w:r w:rsidRPr="009E2D98">
        <w:rPr>
          <w:sz w:val="24"/>
          <w:szCs w:val="24"/>
        </w:rPr>
        <w:t xml:space="preserve"> </w:t>
      </w:r>
      <w:proofErr w:type="spellStart"/>
      <w:r w:rsidRPr="009E2D98">
        <w:rPr>
          <w:sz w:val="24"/>
          <w:szCs w:val="24"/>
        </w:rPr>
        <w:t>colavecchia</w:t>
      </w:r>
      <w:proofErr w:type="spellEnd"/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>3 femminucce: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proofErr w:type="gramStart"/>
      <w:r w:rsidRPr="009E2D98">
        <w:rPr>
          <w:sz w:val="24"/>
          <w:szCs w:val="24"/>
        </w:rPr>
        <w:t>silvia</w:t>
      </w:r>
      <w:proofErr w:type="gramEnd"/>
      <w:r w:rsidRPr="009E2D98">
        <w:rPr>
          <w:sz w:val="24"/>
          <w:szCs w:val="24"/>
        </w:rPr>
        <w:t xml:space="preserve"> </w:t>
      </w:r>
      <w:proofErr w:type="spellStart"/>
      <w:r w:rsidRPr="009E2D98">
        <w:rPr>
          <w:sz w:val="24"/>
          <w:szCs w:val="24"/>
        </w:rPr>
        <w:t>ruocco</w:t>
      </w:r>
      <w:proofErr w:type="spellEnd"/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proofErr w:type="spellStart"/>
      <w:proofErr w:type="gramStart"/>
      <w:r w:rsidRPr="009E2D98">
        <w:rPr>
          <w:sz w:val="24"/>
          <w:szCs w:val="24"/>
        </w:rPr>
        <w:t>elena</w:t>
      </w:r>
      <w:proofErr w:type="spellEnd"/>
      <w:proofErr w:type="gramEnd"/>
      <w:r w:rsidRPr="009E2D98">
        <w:rPr>
          <w:sz w:val="24"/>
          <w:szCs w:val="24"/>
        </w:rPr>
        <w:t xml:space="preserve"> desiderio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proofErr w:type="gramStart"/>
      <w:r w:rsidRPr="009E2D98">
        <w:rPr>
          <w:sz w:val="24"/>
          <w:szCs w:val="24"/>
        </w:rPr>
        <w:t>claudia</w:t>
      </w:r>
      <w:proofErr w:type="gramEnd"/>
      <w:r w:rsidRPr="009E2D98">
        <w:rPr>
          <w:sz w:val="24"/>
          <w:szCs w:val="24"/>
        </w:rPr>
        <w:t xml:space="preserve"> </w:t>
      </w:r>
      <w:proofErr w:type="spellStart"/>
      <w:r w:rsidRPr="009E2D98">
        <w:rPr>
          <w:sz w:val="24"/>
          <w:szCs w:val="24"/>
        </w:rPr>
        <w:t>rugiano</w:t>
      </w:r>
      <w:proofErr w:type="spellEnd"/>
      <w:r w:rsidRPr="009E2D98">
        <w:rPr>
          <w:sz w:val="24"/>
          <w:szCs w:val="24"/>
        </w:rPr>
        <w:t> 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proofErr w:type="gramStart"/>
      <w:r w:rsidRPr="009E2D98">
        <w:rPr>
          <w:sz w:val="24"/>
          <w:szCs w:val="24"/>
        </w:rPr>
        <w:t>accompagnatore</w:t>
      </w:r>
      <w:proofErr w:type="gramEnd"/>
      <w:r w:rsidRPr="009E2D98">
        <w:rPr>
          <w:sz w:val="24"/>
          <w:szCs w:val="24"/>
        </w:rPr>
        <w:t>/istruttore</w:t>
      </w:r>
    </w:p>
    <w:p w:rsidR="00A33612" w:rsidRDefault="00A33612" w:rsidP="00A33612">
      <w:pPr>
        <w:spacing w:line="360" w:lineRule="auto"/>
        <w:rPr>
          <w:sz w:val="24"/>
          <w:szCs w:val="24"/>
        </w:rPr>
      </w:pPr>
      <w:r w:rsidRPr="009E2D98">
        <w:rPr>
          <w:sz w:val="24"/>
          <w:szCs w:val="24"/>
        </w:rPr>
        <w:t>Valerio granato 3338541482</w:t>
      </w:r>
      <w:hyperlink r:id="rId10" w:tgtFrame="_blank" w:history="1">
        <w:r w:rsidRPr="00164357">
          <w:rPr>
            <w:sz w:val="24"/>
            <w:szCs w:val="24"/>
          </w:rPr>
          <w:t>valeriogranato@libero.it</w:t>
        </w:r>
      </w:hyperlink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proofErr w:type="gramStart"/>
      <w:r w:rsidRPr="009E2D98">
        <w:rPr>
          <w:sz w:val="24"/>
          <w:szCs w:val="24"/>
        </w:rPr>
        <w:t>arrivo</w:t>
      </w:r>
      <w:proofErr w:type="gramEnd"/>
      <w:r w:rsidRPr="009E2D98">
        <w:rPr>
          <w:sz w:val="24"/>
          <w:szCs w:val="24"/>
        </w:rPr>
        <w:t xml:space="preserve"> </w:t>
      </w:r>
      <w:proofErr w:type="spellStart"/>
      <w:r w:rsidRPr="009E2D98">
        <w:rPr>
          <w:sz w:val="24"/>
          <w:szCs w:val="24"/>
        </w:rPr>
        <w:t>venerdi</w:t>
      </w:r>
      <w:proofErr w:type="spellEnd"/>
      <w:r w:rsidRPr="009E2D98">
        <w:rPr>
          <w:sz w:val="24"/>
          <w:szCs w:val="24"/>
        </w:rPr>
        <w:t xml:space="preserve"> pomeriggio 27 maggio e partenza 29 </w:t>
      </w:r>
    </w:p>
    <w:p w:rsidR="00A33612" w:rsidRDefault="00A33612" w:rsidP="00A33612">
      <w:pPr>
        <w:spacing w:line="360" w:lineRule="auto"/>
        <w:rPr>
          <w:b/>
          <w:caps/>
          <w:sz w:val="24"/>
          <w:szCs w:val="24"/>
        </w:rPr>
      </w:pPr>
    </w:p>
    <w:p w:rsidR="00A33612" w:rsidRDefault="00A33612" w:rsidP="00A33612">
      <w:pPr>
        <w:spacing w:line="360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CIRCOLO NAUTICO POSILLIPO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r w:rsidRPr="00164357">
        <w:rPr>
          <w:sz w:val="24"/>
          <w:szCs w:val="24"/>
        </w:rPr>
        <w:t xml:space="preserve">atleti </w:t>
      </w:r>
      <w:r w:rsidRPr="009E2D98">
        <w:rPr>
          <w:sz w:val="24"/>
          <w:szCs w:val="24"/>
        </w:rPr>
        <w:t xml:space="preserve">così </w:t>
      </w:r>
      <w:r>
        <w:rPr>
          <w:sz w:val="24"/>
          <w:szCs w:val="24"/>
        </w:rPr>
        <w:t>sud</w:t>
      </w:r>
      <w:r w:rsidRPr="009E2D98">
        <w:rPr>
          <w:sz w:val="24"/>
          <w:szCs w:val="24"/>
        </w:rPr>
        <w:t>divisi:</w:t>
      </w:r>
    </w:p>
    <w:p w:rsidR="00A33612" w:rsidRPr="007D275B" w:rsidRDefault="00A33612" w:rsidP="00A33612">
      <w:pPr>
        <w:spacing w:line="360" w:lineRule="auto"/>
        <w:rPr>
          <w:sz w:val="24"/>
          <w:szCs w:val="24"/>
        </w:rPr>
      </w:pPr>
      <w:r w:rsidRPr="007D275B">
        <w:rPr>
          <w:sz w:val="24"/>
          <w:szCs w:val="24"/>
        </w:rPr>
        <w:t>2 Maschi</w:t>
      </w:r>
    </w:p>
    <w:p w:rsidR="00A33612" w:rsidRPr="007D275B" w:rsidRDefault="00A33612" w:rsidP="00A33612">
      <w:pPr>
        <w:spacing w:line="360" w:lineRule="auto"/>
        <w:rPr>
          <w:sz w:val="24"/>
          <w:szCs w:val="24"/>
        </w:rPr>
      </w:pPr>
      <w:r w:rsidRPr="007D275B">
        <w:rPr>
          <w:sz w:val="24"/>
          <w:szCs w:val="24"/>
        </w:rPr>
        <w:t>3 Femmine</w:t>
      </w:r>
    </w:p>
    <w:p w:rsidR="00A33612" w:rsidRDefault="00A33612" w:rsidP="00A33612">
      <w:pPr>
        <w:spacing w:line="360" w:lineRule="auto"/>
        <w:rPr>
          <w:sz w:val="24"/>
          <w:szCs w:val="24"/>
        </w:rPr>
      </w:pPr>
      <w:r w:rsidRPr="007D275B">
        <w:rPr>
          <w:sz w:val="24"/>
          <w:szCs w:val="24"/>
        </w:rPr>
        <w:t xml:space="preserve">Accompagnatore: Marco </w:t>
      </w:r>
      <w:proofErr w:type="spellStart"/>
      <w:r w:rsidRPr="007D275B">
        <w:rPr>
          <w:sz w:val="24"/>
          <w:szCs w:val="24"/>
        </w:rPr>
        <w:t>Cimmino</w:t>
      </w:r>
      <w:proofErr w:type="spellEnd"/>
      <w:r w:rsidRPr="007D275B">
        <w:rPr>
          <w:sz w:val="24"/>
          <w:szCs w:val="24"/>
        </w:rPr>
        <w:t xml:space="preserve"> 3383132332</w:t>
      </w:r>
      <w:r>
        <w:rPr>
          <w:sz w:val="24"/>
          <w:szCs w:val="24"/>
        </w:rPr>
        <w:t xml:space="preserve"> </w:t>
      </w:r>
      <w:r w:rsidRPr="00A27C6E">
        <w:rPr>
          <w:sz w:val="24"/>
          <w:szCs w:val="24"/>
        </w:rPr>
        <w:t>marcocimmino1976@gmail.com</w:t>
      </w:r>
    </w:p>
    <w:p w:rsidR="00A33612" w:rsidRDefault="00A33612" w:rsidP="00A33612">
      <w:pPr>
        <w:spacing w:line="360" w:lineRule="auto"/>
        <w:rPr>
          <w:sz w:val="24"/>
          <w:szCs w:val="24"/>
        </w:rPr>
      </w:pPr>
      <w:r w:rsidRPr="007D275B">
        <w:rPr>
          <w:sz w:val="24"/>
          <w:szCs w:val="24"/>
        </w:rPr>
        <w:t>Arrivo previsto: Venerdì 27 Partenza Prevista: Domenica 29</w:t>
      </w:r>
    </w:p>
    <w:p w:rsidR="00A33612" w:rsidRDefault="00A33612" w:rsidP="00A33612">
      <w:pPr>
        <w:spacing w:line="360" w:lineRule="auto"/>
        <w:rPr>
          <w:b/>
          <w:caps/>
          <w:sz w:val="24"/>
          <w:szCs w:val="24"/>
        </w:rPr>
      </w:pPr>
    </w:p>
    <w:p w:rsidR="00A33612" w:rsidRDefault="00A33612" w:rsidP="00A33612">
      <w:pPr>
        <w:spacing w:line="360" w:lineRule="auto"/>
        <w:rPr>
          <w:b/>
          <w:caps/>
          <w:sz w:val="24"/>
          <w:szCs w:val="24"/>
        </w:rPr>
      </w:pPr>
      <w:r w:rsidRPr="00A509E8">
        <w:rPr>
          <w:b/>
          <w:caps/>
          <w:sz w:val="24"/>
          <w:szCs w:val="24"/>
        </w:rPr>
        <w:t>CIRCOLO NAUTICO ARCOBALENO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 </w:t>
      </w:r>
      <w:r w:rsidRPr="00164357">
        <w:rPr>
          <w:sz w:val="24"/>
          <w:szCs w:val="24"/>
        </w:rPr>
        <w:t xml:space="preserve">atleti </w:t>
      </w:r>
      <w:r w:rsidRPr="009E2D98">
        <w:rPr>
          <w:sz w:val="24"/>
          <w:szCs w:val="24"/>
        </w:rPr>
        <w:t xml:space="preserve">così </w:t>
      </w:r>
      <w:r>
        <w:rPr>
          <w:sz w:val="24"/>
          <w:szCs w:val="24"/>
        </w:rPr>
        <w:t>sud</w:t>
      </w:r>
      <w:r w:rsidRPr="009E2D98">
        <w:rPr>
          <w:sz w:val="24"/>
          <w:szCs w:val="24"/>
        </w:rPr>
        <w:t>divisi:</w:t>
      </w:r>
    </w:p>
    <w:p w:rsidR="00A33612" w:rsidRPr="007D275B" w:rsidRDefault="00A33612" w:rsidP="00A33612">
      <w:pPr>
        <w:spacing w:line="360" w:lineRule="auto"/>
        <w:rPr>
          <w:sz w:val="24"/>
          <w:szCs w:val="24"/>
        </w:rPr>
      </w:pPr>
      <w:r w:rsidRPr="007D275B">
        <w:rPr>
          <w:sz w:val="24"/>
          <w:szCs w:val="24"/>
        </w:rPr>
        <w:t>2 Maschi</w:t>
      </w:r>
    </w:p>
    <w:p w:rsidR="00A33612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Accompagnatori</w:t>
      </w:r>
      <w:r w:rsidRPr="007D275B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Maurizio </w:t>
      </w:r>
      <w:proofErr w:type="spellStart"/>
      <w:r>
        <w:rPr>
          <w:sz w:val="24"/>
          <w:szCs w:val="24"/>
        </w:rPr>
        <w:t>Iovino</w:t>
      </w:r>
      <w:proofErr w:type="spellEnd"/>
      <w:r>
        <w:rPr>
          <w:sz w:val="24"/>
          <w:szCs w:val="24"/>
        </w:rPr>
        <w:t xml:space="preserve"> 3386768085 </w:t>
      </w:r>
      <w:hyperlink r:id="rId11" w:history="1">
        <w:proofErr w:type="gramStart"/>
        <w:r w:rsidRPr="00A27C6E">
          <w:rPr>
            <w:sz w:val="24"/>
            <w:szCs w:val="24"/>
          </w:rPr>
          <w:t>maurizioiovino@libero.it</w:t>
        </w:r>
      </w:hyperlink>
      <w:r>
        <w:rPr>
          <w:sz w:val="24"/>
          <w:szCs w:val="24"/>
        </w:rPr>
        <w:t xml:space="preserve">  Ida</w:t>
      </w:r>
      <w:proofErr w:type="gramEnd"/>
      <w:r>
        <w:rPr>
          <w:sz w:val="24"/>
          <w:szCs w:val="24"/>
        </w:rPr>
        <w:t xml:space="preserve"> Brancaccio 3394245360</w:t>
      </w:r>
    </w:p>
    <w:p w:rsidR="00A33612" w:rsidRDefault="00A33612" w:rsidP="00A33612">
      <w:pPr>
        <w:spacing w:line="360" w:lineRule="auto"/>
        <w:rPr>
          <w:sz w:val="24"/>
          <w:szCs w:val="24"/>
        </w:rPr>
      </w:pPr>
      <w:r w:rsidRPr="007D275B">
        <w:rPr>
          <w:sz w:val="24"/>
          <w:szCs w:val="24"/>
        </w:rPr>
        <w:t>Arrivo previsto: Venerdì 27 Partenza Prevista: Domenica 29</w:t>
      </w:r>
    </w:p>
    <w:p w:rsidR="00A33612" w:rsidRDefault="00A33612" w:rsidP="00A33612">
      <w:pPr>
        <w:spacing w:line="360" w:lineRule="auto"/>
        <w:rPr>
          <w:rFonts w:ascii="Arial" w:hAnsi="Arial" w:cs="Arial"/>
          <w:b/>
          <w:bCs/>
          <w:color w:val="555555"/>
          <w:sz w:val="19"/>
          <w:szCs w:val="19"/>
        </w:rPr>
      </w:pPr>
    </w:p>
    <w:p w:rsidR="00A33612" w:rsidRPr="00A509E8" w:rsidRDefault="00A33612" w:rsidP="00A33612">
      <w:pPr>
        <w:spacing w:line="360" w:lineRule="auto"/>
        <w:rPr>
          <w:b/>
          <w:caps/>
          <w:sz w:val="24"/>
          <w:szCs w:val="24"/>
        </w:rPr>
      </w:pPr>
      <w:r w:rsidRPr="00A509E8">
        <w:rPr>
          <w:b/>
          <w:caps/>
          <w:sz w:val="24"/>
          <w:szCs w:val="24"/>
        </w:rPr>
        <w:t>LEGA NAVALE ITALIANA CASTELLAMMARE DI STABIA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8 </w:t>
      </w:r>
      <w:r w:rsidRPr="00164357">
        <w:rPr>
          <w:sz w:val="24"/>
          <w:szCs w:val="24"/>
        </w:rPr>
        <w:t xml:space="preserve">atleti </w:t>
      </w:r>
      <w:r w:rsidRPr="009E2D98">
        <w:rPr>
          <w:sz w:val="24"/>
          <w:szCs w:val="24"/>
        </w:rPr>
        <w:t xml:space="preserve">così </w:t>
      </w:r>
      <w:r>
        <w:rPr>
          <w:sz w:val="24"/>
          <w:szCs w:val="24"/>
        </w:rPr>
        <w:t>sud</w:t>
      </w:r>
      <w:r w:rsidRPr="009E2D98">
        <w:rPr>
          <w:sz w:val="24"/>
          <w:szCs w:val="24"/>
        </w:rPr>
        <w:t>divisi:</w:t>
      </w:r>
    </w:p>
    <w:p w:rsidR="00A33612" w:rsidRPr="007D275B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Pr="007D275B">
        <w:rPr>
          <w:sz w:val="24"/>
          <w:szCs w:val="24"/>
        </w:rPr>
        <w:t xml:space="preserve"> Maschi</w:t>
      </w:r>
    </w:p>
    <w:p w:rsidR="00A33612" w:rsidRPr="007D275B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Pr="007D275B">
        <w:rPr>
          <w:sz w:val="24"/>
          <w:szCs w:val="24"/>
        </w:rPr>
        <w:t xml:space="preserve"> Femmine</w:t>
      </w:r>
    </w:p>
    <w:p w:rsidR="00A33612" w:rsidRDefault="00A33612" w:rsidP="00A33612">
      <w:pPr>
        <w:spacing w:line="360" w:lineRule="auto"/>
        <w:rPr>
          <w:sz w:val="24"/>
          <w:szCs w:val="24"/>
        </w:rPr>
      </w:pPr>
      <w:r w:rsidRPr="007D275B">
        <w:rPr>
          <w:sz w:val="24"/>
          <w:szCs w:val="24"/>
        </w:rPr>
        <w:t xml:space="preserve">Accompagnatore: </w:t>
      </w:r>
      <w:r>
        <w:rPr>
          <w:sz w:val="24"/>
          <w:szCs w:val="24"/>
        </w:rPr>
        <w:t xml:space="preserve">Patrizia </w:t>
      </w:r>
      <w:proofErr w:type="spellStart"/>
      <w:r>
        <w:rPr>
          <w:sz w:val="24"/>
          <w:szCs w:val="24"/>
        </w:rPr>
        <w:t>Chierchia</w:t>
      </w:r>
      <w:proofErr w:type="spellEnd"/>
      <w:r>
        <w:rPr>
          <w:sz w:val="24"/>
          <w:szCs w:val="24"/>
        </w:rPr>
        <w:t xml:space="preserve"> 3396464956 </w:t>
      </w:r>
      <w:r w:rsidRPr="00A27C6E">
        <w:rPr>
          <w:sz w:val="24"/>
          <w:szCs w:val="24"/>
        </w:rPr>
        <w:t>patrizia_chierchia@yahoo.it</w:t>
      </w:r>
    </w:p>
    <w:p w:rsidR="00A33612" w:rsidRDefault="00A33612" w:rsidP="00A33612">
      <w:pPr>
        <w:spacing w:line="360" w:lineRule="auto"/>
        <w:rPr>
          <w:sz w:val="24"/>
          <w:szCs w:val="24"/>
        </w:rPr>
      </w:pPr>
      <w:r w:rsidRPr="007D275B">
        <w:rPr>
          <w:sz w:val="24"/>
          <w:szCs w:val="24"/>
        </w:rPr>
        <w:t>Arrivo previsto: Venerdì 27 Partenza Prevista: Domenica 29</w:t>
      </w:r>
    </w:p>
    <w:p w:rsidR="00A33612" w:rsidRDefault="00A33612" w:rsidP="00A33612">
      <w:pPr>
        <w:spacing w:line="360" w:lineRule="auto"/>
        <w:rPr>
          <w:b/>
          <w:caps/>
          <w:sz w:val="24"/>
          <w:szCs w:val="24"/>
        </w:rPr>
      </w:pPr>
    </w:p>
    <w:p w:rsidR="00A33612" w:rsidRPr="00A509E8" w:rsidRDefault="00A33612" w:rsidP="00A33612">
      <w:pPr>
        <w:spacing w:line="360" w:lineRule="auto"/>
        <w:rPr>
          <w:b/>
          <w:caps/>
          <w:sz w:val="24"/>
          <w:szCs w:val="24"/>
        </w:rPr>
      </w:pPr>
      <w:bookmarkStart w:id="0" w:name="_GoBack"/>
      <w:bookmarkEnd w:id="0"/>
      <w:r>
        <w:rPr>
          <w:b/>
          <w:caps/>
          <w:sz w:val="24"/>
          <w:szCs w:val="24"/>
        </w:rPr>
        <w:t>CIRCOLO NAUTICO TORRE DEL GRECO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7 </w:t>
      </w:r>
      <w:r w:rsidRPr="00164357">
        <w:rPr>
          <w:sz w:val="24"/>
          <w:szCs w:val="24"/>
        </w:rPr>
        <w:t xml:space="preserve">atleti </w:t>
      </w:r>
      <w:r w:rsidRPr="009E2D98">
        <w:rPr>
          <w:sz w:val="24"/>
          <w:szCs w:val="24"/>
        </w:rPr>
        <w:t xml:space="preserve">così </w:t>
      </w:r>
      <w:r>
        <w:rPr>
          <w:sz w:val="24"/>
          <w:szCs w:val="24"/>
        </w:rPr>
        <w:t>sud</w:t>
      </w:r>
      <w:r w:rsidRPr="009E2D98">
        <w:rPr>
          <w:sz w:val="24"/>
          <w:szCs w:val="24"/>
        </w:rPr>
        <w:t>divisi:</w:t>
      </w:r>
    </w:p>
    <w:p w:rsidR="00A33612" w:rsidRPr="00AD19A1" w:rsidRDefault="00A33612" w:rsidP="00A33612">
      <w:pPr>
        <w:spacing w:line="360" w:lineRule="auto"/>
        <w:rPr>
          <w:b/>
          <w:sz w:val="24"/>
          <w:szCs w:val="24"/>
        </w:rPr>
      </w:pPr>
      <w:r w:rsidRPr="00AD19A1">
        <w:rPr>
          <w:b/>
          <w:sz w:val="24"/>
          <w:szCs w:val="24"/>
        </w:rPr>
        <w:t>5 Maschi</w:t>
      </w:r>
    </w:p>
    <w:p w:rsidR="00A33612" w:rsidRPr="002B2AFE" w:rsidRDefault="00A33612" w:rsidP="00A33612">
      <w:pPr>
        <w:spacing w:line="360" w:lineRule="auto"/>
        <w:rPr>
          <w:sz w:val="24"/>
          <w:szCs w:val="24"/>
        </w:rPr>
      </w:pPr>
      <w:r w:rsidRPr="002B2AFE">
        <w:rPr>
          <w:sz w:val="24"/>
          <w:szCs w:val="24"/>
        </w:rPr>
        <w:t>Emanuele di Maggio</w:t>
      </w:r>
    </w:p>
    <w:p w:rsidR="00A33612" w:rsidRPr="002B2AFE" w:rsidRDefault="00A33612" w:rsidP="00A33612">
      <w:pPr>
        <w:spacing w:line="360" w:lineRule="auto"/>
        <w:rPr>
          <w:sz w:val="24"/>
          <w:szCs w:val="24"/>
        </w:rPr>
      </w:pPr>
      <w:r w:rsidRPr="002B2AFE">
        <w:rPr>
          <w:sz w:val="24"/>
          <w:szCs w:val="24"/>
        </w:rPr>
        <w:t>Alessandro di Maggio</w:t>
      </w:r>
    </w:p>
    <w:p w:rsidR="00A33612" w:rsidRPr="002B2AFE" w:rsidRDefault="00A33612" w:rsidP="00A33612">
      <w:pPr>
        <w:spacing w:line="360" w:lineRule="auto"/>
        <w:rPr>
          <w:sz w:val="24"/>
          <w:szCs w:val="24"/>
        </w:rPr>
      </w:pPr>
      <w:r w:rsidRPr="002B2AFE">
        <w:rPr>
          <w:sz w:val="24"/>
          <w:szCs w:val="24"/>
        </w:rPr>
        <w:t xml:space="preserve">Giuseppe </w:t>
      </w:r>
      <w:proofErr w:type="spellStart"/>
      <w:r w:rsidRPr="002B2AFE">
        <w:rPr>
          <w:sz w:val="24"/>
          <w:szCs w:val="24"/>
        </w:rPr>
        <w:t>Aurilia</w:t>
      </w:r>
      <w:proofErr w:type="spellEnd"/>
    </w:p>
    <w:p w:rsidR="00A33612" w:rsidRPr="002B2AFE" w:rsidRDefault="00A33612" w:rsidP="00A33612">
      <w:pPr>
        <w:spacing w:line="360" w:lineRule="auto"/>
        <w:rPr>
          <w:sz w:val="24"/>
          <w:szCs w:val="24"/>
        </w:rPr>
      </w:pPr>
      <w:r w:rsidRPr="002B2AFE">
        <w:rPr>
          <w:sz w:val="24"/>
          <w:szCs w:val="24"/>
        </w:rPr>
        <w:t>Carlo Falanga </w:t>
      </w:r>
    </w:p>
    <w:p w:rsidR="00A33612" w:rsidRPr="002B2AFE" w:rsidRDefault="00A33612" w:rsidP="00A33612">
      <w:pPr>
        <w:spacing w:line="360" w:lineRule="auto"/>
        <w:rPr>
          <w:sz w:val="24"/>
          <w:szCs w:val="24"/>
        </w:rPr>
      </w:pPr>
      <w:r w:rsidRPr="002B2AFE">
        <w:rPr>
          <w:sz w:val="24"/>
          <w:szCs w:val="24"/>
        </w:rPr>
        <w:t>Vincenzo Serpe</w:t>
      </w:r>
    </w:p>
    <w:p w:rsidR="00A33612" w:rsidRPr="00AD19A1" w:rsidRDefault="00A33612" w:rsidP="00A33612">
      <w:pPr>
        <w:spacing w:line="360" w:lineRule="auto"/>
        <w:rPr>
          <w:b/>
          <w:sz w:val="24"/>
          <w:szCs w:val="24"/>
        </w:rPr>
      </w:pPr>
      <w:r w:rsidRPr="00AD19A1">
        <w:rPr>
          <w:b/>
          <w:sz w:val="24"/>
          <w:szCs w:val="24"/>
        </w:rPr>
        <w:t>2 Femmine</w:t>
      </w:r>
    </w:p>
    <w:p w:rsidR="00A33612" w:rsidRPr="002B2AFE" w:rsidRDefault="00A33612" w:rsidP="00A33612">
      <w:pPr>
        <w:spacing w:line="360" w:lineRule="auto"/>
        <w:rPr>
          <w:sz w:val="24"/>
          <w:szCs w:val="24"/>
        </w:rPr>
      </w:pPr>
      <w:r w:rsidRPr="002B2AFE">
        <w:rPr>
          <w:sz w:val="24"/>
          <w:szCs w:val="24"/>
        </w:rPr>
        <w:t xml:space="preserve">Ludovica </w:t>
      </w:r>
      <w:proofErr w:type="spellStart"/>
      <w:r w:rsidRPr="002B2AFE">
        <w:rPr>
          <w:sz w:val="24"/>
          <w:szCs w:val="24"/>
        </w:rPr>
        <w:t>Forcelli</w:t>
      </w:r>
      <w:proofErr w:type="spellEnd"/>
    </w:p>
    <w:p w:rsidR="00A33612" w:rsidRPr="002B2AFE" w:rsidRDefault="00A33612" w:rsidP="00A33612">
      <w:pPr>
        <w:spacing w:line="360" w:lineRule="auto"/>
        <w:rPr>
          <w:sz w:val="24"/>
          <w:szCs w:val="24"/>
        </w:rPr>
      </w:pPr>
      <w:r w:rsidRPr="002B2AFE">
        <w:rPr>
          <w:sz w:val="24"/>
          <w:szCs w:val="24"/>
        </w:rPr>
        <w:t>Giovanna Carbone </w:t>
      </w:r>
    </w:p>
    <w:p w:rsidR="00A33612" w:rsidRDefault="00A33612" w:rsidP="00A33612">
      <w:pPr>
        <w:spacing w:line="360" w:lineRule="auto"/>
        <w:rPr>
          <w:sz w:val="24"/>
          <w:szCs w:val="24"/>
        </w:rPr>
      </w:pPr>
      <w:r w:rsidRPr="007D275B">
        <w:rPr>
          <w:sz w:val="24"/>
          <w:szCs w:val="24"/>
        </w:rPr>
        <w:t xml:space="preserve">Accompagnatore: </w:t>
      </w:r>
      <w:r>
        <w:rPr>
          <w:sz w:val="24"/>
          <w:szCs w:val="24"/>
        </w:rPr>
        <w:t xml:space="preserve">Davide </w:t>
      </w:r>
      <w:proofErr w:type="spellStart"/>
      <w:proofErr w:type="gramStart"/>
      <w:r>
        <w:rPr>
          <w:sz w:val="24"/>
          <w:szCs w:val="24"/>
        </w:rPr>
        <w:t>Guastaferro</w:t>
      </w:r>
      <w:proofErr w:type="spellEnd"/>
      <w:r>
        <w:rPr>
          <w:sz w:val="24"/>
          <w:szCs w:val="24"/>
        </w:rPr>
        <w:t xml:space="preserve">  3314642491</w:t>
      </w:r>
      <w:proofErr w:type="gramEnd"/>
      <w:r>
        <w:rPr>
          <w:sz w:val="24"/>
          <w:szCs w:val="24"/>
        </w:rPr>
        <w:t xml:space="preserve"> </w:t>
      </w:r>
      <w:r w:rsidRPr="00A27C6E">
        <w:rPr>
          <w:sz w:val="24"/>
          <w:szCs w:val="24"/>
        </w:rPr>
        <w:t>d.guastaferro@fastwebnet.it&gt;</w:t>
      </w:r>
    </w:p>
    <w:p w:rsidR="00A33612" w:rsidRDefault="00A33612" w:rsidP="00A33612">
      <w:pPr>
        <w:spacing w:line="360" w:lineRule="auto"/>
        <w:rPr>
          <w:sz w:val="24"/>
          <w:szCs w:val="24"/>
        </w:rPr>
      </w:pPr>
      <w:r w:rsidRPr="007D275B">
        <w:rPr>
          <w:sz w:val="24"/>
          <w:szCs w:val="24"/>
        </w:rPr>
        <w:t>Arrivo previsto: Venerdì 27 Partenza Prevista: Domenica 29</w:t>
      </w:r>
    </w:p>
    <w:p w:rsidR="00A33612" w:rsidRDefault="00A33612" w:rsidP="00A33612">
      <w:pPr>
        <w:spacing w:line="360" w:lineRule="auto"/>
        <w:rPr>
          <w:b/>
          <w:caps/>
          <w:sz w:val="24"/>
          <w:szCs w:val="24"/>
        </w:rPr>
      </w:pPr>
    </w:p>
    <w:p w:rsidR="00A33612" w:rsidRPr="00A509E8" w:rsidRDefault="00A33612" w:rsidP="00A33612">
      <w:pPr>
        <w:spacing w:line="360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LEGA NAVALE ITALIANA SALERNO</w:t>
      </w:r>
    </w:p>
    <w:p w:rsidR="00A33612" w:rsidRPr="009E2D98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Pr="00164357">
        <w:rPr>
          <w:sz w:val="24"/>
          <w:szCs w:val="24"/>
        </w:rPr>
        <w:t xml:space="preserve">atleti </w:t>
      </w:r>
      <w:r w:rsidRPr="009E2D98">
        <w:rPr>
          <w:sz w:val="24"/>
          <w:szCs w:val="24"/>
        </w:rPr>
        <w:t xml:space="preserve">così </w:t>
      </w:r>
      <w:r>
        <w:rPr>
          <w:sz w:val="24"/>
          <w:szCs w:val="24"/>
        </w:rPr>
        <w:t>sud</w:t>
      </w:r>
      <w:r w:rsidRPr="009E2D98">
        <w:rPr>
          <w:sz w:val="24"/>
          <w:szCs w:val="24"/>
        </w:rPr>
        <w:t>divisi:</w:t>
      </w:r>
    </w:p>
    <w:p w:rsidR="00A33612" w:rsidRPr="007D275B" w:rsidRDefault="00A33612" w:rsidP="00A33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Pr="007D275B">
        <w:rPr>
          <w:sz w:val="24"/>
          <w:szCs w:val="24"/>
        </w:rPr>
        <w:t xml:space="preserve"> Maschi</w:t>
      </w:r>
    </w:p>
    <w:p w:rsidR="00A33612" w:rsidRPr="00FB2332" w:rsidRDefault="00A33612" w:rsidP="00A33612">
      <w:pPr>
        <w:spacing w:line="360" w:lineRule="auto"/>
        <w:rPr>
          <w:sz w:val="24"/>
          <w:szCs w:val="24"/>
        </w:rPr>
      </w:pPr>
      <w:r w:rsidRPr="00FB2332">
        <w:rPr>
          <w:sz w:val="24"/>
          <w:szCs w:val="24"/>
        </w:rPr>
        <w:t>Andrea Marotta</w:t>
      </w:r>
      <w:r>
        <w:rPr>
          <w:sz w:val="24"/>
          <w:szCs w:val="24"/>
        </w:rPr>
        <w:t xml:space="preserve"> </w:t>
      </w:r>
      <w:r w:rsidRPr="00FB2332">
        <w:rPr>
          <w:sz w:val="24"/>
          <w:szCs w:val="24"/>
        </w:rPr>
        <w:br/>
        <w:t>Vittorio Masi</w:t>
      </w:r>
    </w:p>
    <w:p w:rsidR="00A33612" w:rsidRDefault="00A33612" w:rsidP="00A33612">
      <w:pPr>
        <w:spacing w:line="360" w:lineRule="auto"/>
        <w:rPr>
          <w:sz w:val="24"/>
          <w:szCs w:val="24"/>
        </w:rPr>
      </w:pPr>
      <w:r w:rsidRPr="00FB2332">
        <w:rPr>
          <w:sz w:val="24"/>
          <w:szCs w:val="24"/>
        </w:rPr>
        <w:t>Giovanni Campanella</w:t>
      </w:r>
    </w:p>
    <w:p w:rsidR="00A33612" w:rsidRPr="00FB2332" w:rsidRDefault="00A33612" w:rsidP="00A33612">
      <w:pPr>
        <w:spacing w:line="360" w:lineRule="auto"/>
        <w:rPr>
          <w:sz w:val="24"/>
          <w:szCs w:val="24"/>
        </w:rPr>
      </w:pPr>
      <w:r w:rsidRPr="007D275B">
        <w:rPr>
          <w:sz w:val="24"/>
          <w:szCs w:val="24"/>
        </w:rPr>
        <w:t xml:space="preserve">Accompagnatore: </w:t>
      </w:r>
      <w:r w:rsidRPr="00FB2332">
        <w:rPr>
          <w:sz w:val="24"/>
          <w:szCs w:val="24"/>
        </w:rPr>
        <w:t>Andrea Benedetto Marotta</w:t>
      </w:r>
      <w:r>
        <w:rPr>
          <w:sz w:val="24"/>
          <w:szCs w:val="24"/>
        </w:rPr>
        <w:t xml:space="preserve"> </w:t>
      </w:r>
      <w:r w:rsidRPr="00D11382">
        <w:rPr>
          <w:sz w:val="24"/>
          <w:szCs w:val="24"/>
        </w:rPr>
        <w:t>3332084625</w:t>
      </w:r>
      <w:r>
        <w:rPr>
          <w:sz w:val="24"/>
          <w:szCs w:val="24"/>
        </w:rPr>
        <w:t xml:space="preserve"> </w:t>
      </w:r>
      <w:r w:rsidRPr="00843462">
        <w:rPr>
          <w:sz w:val="24"/>
          <w:szCs w:val="24"/>
        </w:rPr>
        <w:t>andrea.marotta90@hotmail.it</w:t>
      </w:r>
    </w:p>
    <w:p w:rsidR="00A33612" w:rsidRDefault="00A33612" w:rsidP="00A33612">
      <w:pPr>
        <w:spacing w:line="360" w:lineRule="auto"/>
        <w:rPr>
          <w:sz w:val="24"/>
          <w:szCs w:val="24"/>
        </w:rPr>
      </w:pPr>
      <w:r w:rsidRPr="007D275B">
        <w:rPr>
          <w:sz w:val="24"/>
          <w:szCs w:val="24"/>
        </w:rPr>
        <w:t>Arrivo previsto: Venerdì 27 Partenza Prevista: Domenica 29</w:t>
      </w:r>
    </w:p>
    <w:p w:rsidR="00A33612" w:rsidRDefault="00A33612" w:rsidP="00A33612">
      <w:pPr>
        <w:shd w:val="clear" w:color="auto" w:fill="FFFFFF"/>
        <w:spacing w:before="100" w:beforeAutospacing="1" w:after="100" w:afterAutospacing="1"/>
        <w:ind w:right="465"/>
        <w:rPr>
          <w:rFonts w:ascii="Calibri" w:hAnsi="Calibri" w:cs="Arial"/>
          <w:b/>
          <w:bCs/>
          <w:color w:val="000000"/>
          <w:sz w:val="24"/>
          <w:szCs w:val="24"/>
        </w:rPr>
      </w:pPr>
    </w:p>
    <w:p w:rsidR="00A33612" w:rsidRPr="007D275B" w:rsidRDefault="00A33612" w:rsidP="00A33612">
      <w:pPr>
        <w:spacing w:line="360" w:lineRule="auto"/>
        <w:rPr>
          <w:sz w:val="24"/>
          <w:szCs w:val="24"/>
        </w:rPr>
      </w:pPr>
    </w:p>
    <w:p w:rsidR="00A33612" w:rsidRDefault="00A33612" w:rsidP="002F3506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bidi="ar-SA"/>
        </w:rPr>
      </w:pPr>
    </w:p>
    <w:sectPr w:rsidR="00A33612" w:rsidSect="007F1DA4"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57B" w:rsidRDefault="00CC157B">
      <w:r>
        <w:separator/>
      </w:r>
    </w:p>
  </w:endnote>
  <w:endnote w:type="continuationSeparator" w:id="0">
    <w:p w:rsidR="00CC157B" w:rsidRDefault="00CC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540E34">
    <w:pPr>
      <w:pStyle w:val="Pidipagina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7077075</wp:posOffset>
              </wp:positionH>
              <wp:positionV relativeFrom="page">
                <wp:posOffset>8323580</wp:posOffset>
              </wp:positionV>
              <wp:extent cx="35877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5877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33612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4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33612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4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557.25pt;margin-top:655.4pt;width:28.25pt;height:45.7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5LN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A33612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4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A33612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4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Pr="00C503C5" w:rsidRDefault="00540E34" w:rsidP="007F1DA4">
    <w:pPr>
      <w:pBdr>
        <w:bottom w:val="single" w:sz="4" w:space="1" w:color="auto"/>
      </w:pBdr>
      <w:jc w:val="both"/>
      <w:rPr>
        <w:rFonts w:ascii="Calibri" w:hAnsi="Calibri"/>
        <w:b/>
        <w:smallCaps/>
        <w:color w:val="1F497D"/>
        <w:w w:val="150"/>
      </w:rPr>
    </w:pPr>
    <w:r w:rsidRPr="00C503C5">
      <w:rPr>
        <w:rFonts w:ascii="Calibri" w:hAnsi="Calibri"/>
        <w:b/>
        <w:smallCaps/>
        <w:noProof/>
        <w:color w:val="1F497D"/>
        <w:w w:val="150"/>
        <w:lang w:bidi="ar-SA"/>
      </w:rPr>
      <w:drawing>
        <wp:inline distT="0" distB="0" distL="0" distR="0">
          <wp:extent cx="1238250" cy="514350"/>
          <wp:effectExtent l="0" t="0" r="0" b="0"/>
          <wp:docPr id="2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1DA4" w:rsidRPr="00C503C5">
      <w:rPr>
        <w:rFonts w:ascii="Calibri" w:hAnsi="Calibri"/>
        <w:b/>
        <w:smallCaps/>
        <w:color w:val="1F497D"/>
        <w:w w:val="150"/>
      </w:rPr>
      <w:t xml:space="preserve">                                                                                                                    </w:t>
    </w:r>
    <w:r w:rsidRPr="00C503C5">
      <w:rPr>
        <w:rFonts w:ascii="Calibri" w:hAnsi="Calibri"/>
        <w:b/>
        <w:smallCaps/>
        <w:noProof/>
        <w:color w:val="1F497D"/>
        <w:w w:val="150"/>
        <w:lang w:bidi="ar-SA"/>
      </w:rPr>
      <w:drawing>
        <wp:inline distT="0" distB="0" distL="0" distR="0">
          <wp:extent cx="771525" cy="495300"/>
          <wp:effectExtent l="0" t="0" r="9525" b="0"/>
          <wp:docPr id="3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C503C5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/>
        <w:sz w:val="18"/>
        <w:szCs w:val="18"/>
        <w:lang w:bidi="ar-SA"/>
      </w:rPr>
    </w:pPr>
    <w:r w:rsidRPr="00C503C5">
      <w:rPr>
        <w:rFonts w:ascii="Arial" w:hAnsi="Arial" w:cs="Arial"/>
        <w:b/>
        <w:color w:val="0D0D0D"/>
        <w:sz w:val="18"/>
        <w:szCs w:val="18"/>
        <w:lang w:bidi="ar-SA"/>
      </w:rPr>
      <w:t xml:space="preserve">Comitato </w:t>
    </w:r>
    <w:r w:rsidR="007F1DA4" w:rsidRPr="00C503C5">
      <w:rPr>
        <w:rFonts w:ascii="Arial" w:hAnsi="Arial" w:cs="Arial"/>
        <w:b/>
        <w:color w:val="0D0D0D"/>
        <w:sz w:val="18"/>
        <w:szCs w:val="18"/>
        <w:lang w:bidi="ar-SA"/>
      </w:rPr>
      <w:t xml:space="preserve">V Zona F.I.V. </w:t>
    </w:r>
    <w:r w:rsidRPr="00C503C5">
      <w:rPr>
        <w:rFonts w:ascii="Arial" w:hAnsi="Arial" w:cs="Arial"/>
        <w:b/>
        <w:color w:val="0D0D0D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C503C5" w:rsidRDefault="007F1DA4" w:rsidP="002C26AC">
    <w:pPr>
      <w:autoSpaceDE w:val="0"/>
      <w:autoSpaceDN w:val="0"/>
      <w:adjustRightInd w:val="0"/>
      <w:rPr>
        <w:rFonts w:ascii="Calibri" w:hAnsi="Calibri" w:cs="Arial"/>
        <w:color w:val="808080"/>
        <w:sz w:val="18"/>
        <w:szCs w:val="18"/>
        <w:lang w:val="en-US" w:bidi="ar-SA"/>
      </w:rPr>
    </w:pPr>
    <w:r w:rsidRPr="00C503C5">
      <w:rPr>
        <w:rFonts w:ascii="Calibri" w:hAnsi="Calibri" w:cs="Arial"/>
        <w:color w:val="808080"/>
        <w:sz w:val="18"/>
        <w:szCs w:val="18"/>
        <w:lang w:bidi="ar-SA"/>
      </w:rPr>
      <w:t xml:space="preserve">Via Alessandro Longo 46/E </w:t>
    </w:r>
    <w:proofErr w:type="gramStart"/>
    <w:r w:rsidRPr="00C503C5">
      <w:rPr>
        <w:rFonts w:ascii="Calibri" w:hAnsi="Calibri" w:cs="Arial"/>
        <w:color w:val="808080"/>
        <w:sz w:val="18"/>
        <w:szCs w:val="18"/>
        <w:lang w:bidi="ar-SA"/>
      </w:rPr>
      <w:t>( 1</w:t>
    </w:r>
    <w:proofErr w:type="gramEnd"/>
    <w:r w:rsidRPr="00C503C5">
      <w:rPr>
        <w:rFonts w:ascii="Calibri" w:hAnsi="Calibri" w:cs="Arial"/>
        <w:color w:val="808080"/>
        <w:sz w:val="18"/>
        <w:szCs w:val="18"/>
        <w:lang w:bidi="ar-SA"/>
      </w:rPr>
      <w:t>° piano stanza 118) 80127 Napoli - Telefono e fax 0817617139 -</w:t>
    </w:r>
    <w:r w:rsidR="002C26AC" w:rsidRPr="00C503C5">
      <w:rPr>
        <w:rFonts w:ascii="Calibri" w:hAnsi="Calibri" w:cs="Arial"/>
        <w:color w:val="808080"/>
        <w:sz w:val="18"/>
        <w:szCs w:val="18"/>
        <w:lang w:bidi="ar-SA"/>
      </w:rPr>
      <w:t xml:space="preserve"> </w:t>
    </w:r>
    <w:proofErr w:type="spellStart"/>
    <w:r w:rsidR="002C26AC" w:rsidRPr="00C503C5">
      <w:rPr>
        <w:rFonts w:ascii="Calibri" w:hAnsi="Calibri" w:cs="Arial"/>
        <w:color w:val="808080"/>
        <w:sz w:val="18"/>
        <w:szCs w:val="18"/>
        <w:lang w:bidi="ar-SA"/>
      </w:rPr>
      <w:t>cell</w:t>
    </w:r>
    <w:proofErr w:type="spellEnd"/>
    <w:r w:rsidR="002C26AC" w:rsidRPr="00C503C5">
      <w:rPr>
        <w:rFonts w:ascii="Calibri" w:hAnsi="Calibri" w:cs="Arial"/>
        <w:color w:val="808080"/>
        <w:sz w:val="18"/>
        <w:szCs w:val="18"/>
        <w:lang w:bidi="ar-SA"/>
      </w:rPr>
      <w:t xml:space="preserve">. </w:t>
    </w:r>
    <w:r w:rsidR="002C26AC" w:rsidRPr="00C503C5">
      <w:rPr>
        <w:rFonts w:ascii="Calibri" w:hAnsi="Calibri" w:cs="Arial"/>
        <w:color w:val="808080"/>
        <w:sz w:val="18"/>
        <w:szCs w:val="18"/>
        <w:lang w:val="en-US" w:bidi="ar-SA"/>
      </w:rPr>
      <w:t>3929251691</w:t>
    </w:r>
  </w:p>
  <w:p w:rsidR="009712A4" w:rsidRPr="00C503C5" w:rsidRDefault="007F1DA4" w:rsidP="002C26AC">
    <w:pPr>
      <w:spacing w:after="20"/>
      <w:jc w:val="center"/>
      <w:rPr>
        <w:rFonts w:ascii="Calibri" w:hAnsi="Calibri" w:cs="Arial"/>
        <w:color w:val="808080"/>
        <w:sz w:val="18"/>
        <w:szCs w:val="18"/>
        <w:lang w:val="en-US" w:bidi="ar-SA"/>
      </w:rPr>
    </w:pPr>
    <w:r w:rsidRPr="00C503C5">
      <w:rPr>
        <w:rFonts w:ascii="Calibri" w:hAnsi="Calibri" w:cs="Arial"/>
        <w:color w:val="808080"/>
        <w:sz w:val="18"/>
        <w:szCs w:val="18"/>
        <w:lang w:val="en-US" w:bidi="ar-SA"/>
      </w:rPr>
      <w:t xml:space="preserve">c.f. 95003780103 - </w:t>
    </w:r>
    <w:r w:rsidR="002C26AC" w:rsidRPr="00C503C5">
      <w:rPr>
        <w:rFonts w:ascii="Calibri" w:hAnsi="Calibri" w:cs="Arial"/>
        <w:color w:val="808080"/>
        <w:sz w:val="18"/>
        <w:szCs w:val="18"/>
        <w:lang w:val="en-US" w:bidi="ar-SA"/>
      </w:rPr>
      <w:t xml:space="preserve">e-mail: </w:t>
    </w:r>
    <w:hyperlink r:id="rId3" w:history="1">
      <w:r w:rsidRPr="00C503C5">
        <w:rPr>
          <w:rFonts w:ascii="Calibri" w:hAnsi="Calibri" w:cs="Arial"/>
          <w:color w:val="808080"/>
          <w:sz w:val="18"/>
          <w:szCs w:val="18"/>
          <w:lang w:val="en-US" w:bidi="ar-SA"/>
        </w:rPr>
        <w:t>v-zona@federvela.it</w:t>
      </w:r>
    </w:hyperlink>
    <w:r w:rsidRPr="00C503C5">
      <w:rPr>
        <w:rFonts w:ascii="Calibri" w:hAnsi="Calibri" w:cs="Arial"/>
        <w:color w:val="808080"/>
        <w:sz w:val="18"/>
        <w:szCs w:val="18"/>
        <w:lang w:val="en-US" w:bidi="ar-SA"/>
      </w:rPr>
      <w:t xml:space="preserve"> – </w:t>
    </w:r>
    <w:r w:rsidRPr="00C503C5">
      <w:rPr>
        <w:rFonts w:ascii="Calibri" w:hAnsi="Calibri" w:cs="Arial"/>
        <w:b/>
        <w:color w:val="8080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57B" w:rsidRDefault="00CC157B">
      <w:r>
        <w:separator/>
      </w:r>
    </w:p>
  </w:footnote>
  <w:footnote w:type="continuationSeparator" w:id="0">
    <w:p w:rsidR="00CC157B" w:rsidRDefault="00CC1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540E34" w:rsidP="007F1DA4">
    <w:pPr>
      <w:jc w:val="center"/>
      <w:rPr>
        <w:color w:val="000080"/>
      </w:rPr>
    </w:pPr>
    <w:r w:rsidRPr="00C503C5">
      <w:rPr>
        <w:noProof/>
        <w:sz w:val="24"/>
        <w:szCs w:val="24"/>
        <w:lang w:bidi="ar-SA"/>
      </w:rPr>
      <w:drawing>
        <wp:inline distT="0" distB="0" distL="0" distR="0">
          <wp:extent cx="1981200" cy="12477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6591D" w:rsidRPr="00C503C5" w:rsidRDefault="00D75886" w:rsidP="0006591D">
    <w:pPr>
      <w:rPr>
        <w:rFonts w:ascii="Calibri" w:hAnsi="Calibri"/>
        <w:color w:val="000080"/>
        <w:sz w:val="24"/>
        <w:szCs w:val="24"/>
      </w:rPr>
    </w:pPr>
    <w:r w:rsidRPr="00C503C5">
      <w:rPr>
        <w:rFonts w:ascii="Calibri" w:hAnsi="Calibr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963A1"/>
    <w:multiLevelType w:val="hybridMultilevel"/>
    <w:tmpl w:val="A2A6630C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BD15EE"/>
    <w:multiLevelType w:val="hybridMultilevel"/>
    <w:tmpl w:val="1FC41F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9A17BB"/>
    <w:multiLevelType w:val="hybridMultilevel"/>
    <w:tmpl w:val="239EE752"/>
    <w:lvl w:ilvl="0" w:tplc="FB56CF1C">
      <w:start w:val="18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B02440"/>
    <w:multiLevelType w:val="hybridMultilevel"/>
    <w:tmpl w:val="CA4C74A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4343A2"/>
    <w:multiLevelType w:val="hybridMultilevel"/>
    <w:tmpl w:val="A5B8F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D5AD3"/>
    <w:multiLevelType w:val="hybridMultilevel"/>
    <w:tmpl w:val="584A6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7"/>
  </w:num>
  <w:num w:numId="4">
    <w:abstractNumId w:val="36"/>
  </w:num>
  <w:num w:numId="5">
    <w:abstractNumId w:val="29"/>
  </w:num>
  <w:num w:numId="6">
    <w:abstractNumId w:val="41"/>
  </w:num>
  <w:num w:numId="7">
    <w:abstractNumId w:val="40"/>
  </w:num>
  <w:num w:numId="8">
    <w:abstractNumId w:val="16"/>
  </w:num>
  <w:num w:numId="9">
    <w:abstractNumId w:val="26"/>
  </w:num>
  <w:num w:numId="10">
    <w:abstractNumId w:val="23"/>
  </w:num>
  <w:num w:numId="11">
    <w:abstractNumId w:val="35"/>
  </w:num>
  <w:num w:numId="12">
    <w:abstractNumId w:val="11"/>
  </w:num>
  <w:num w:numId="13">
    <w:abstractNumId w:val="8"/>
  </w:num>
  <w:num w:numId="14">
    <w:abstractNumId w:val="34"/>
  </w:num>
  <w:num w:numId="15">
    <w:abstractNumId w:val="38"/>
  </w:num>
  <w:num w:numId="16">
    <w:abstractNumId w:val="22"/>
  </w:num>
  <w:num w:numId="17">
    <w:abstractNumId w:val="13"/>
  </w:num>
  <w:num w:numId="18">
    <w:abstractNumId w:val="43"/>
  </w:num>
  <w:num w:numId="19">
    <w:abstractNumId w:val="33"/>
  </w:num>
  <w:num w:numId="20">
    <w:abstractNumId w:val="37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4"/>
  </w:num>
  <w:num w:numId="26">
    <w:abstractNumId w:val="39"/>
  </w:num>
  <w:num w:numId="27">
    <w:abstractNumId w:val="3"/>
  </w:num>
  <w:num w:numId="28">
    <w:abstractNumId w:val="27"/>
  </w:num>
  <w:num w:numId="29">
    <w:abstractNumId w:val="32"/>
  </w:num>
  <w:num w:numId="30">
    <w:abstractNumId w:val="9"/>
  </w:num>
  <w:num w:numId="31">
    <w:abstractNumId w:val="25"/>
  </w:num>
  <w:num w:numId="32">
    <w:abstractNumId w:val="28"/>
  </w:num>
  <w:num w:numId="33">
    <w:abstractNumId w:val="5"/>
  </w:num>
  <w:num w:numId="34">
    <w:abstractNumId w:val="20"/>
  </w:num>
  <w:num w:numId="35">
    <w:abstractNumId w:val="31"/>
  </w:num>
  <w:num w:numId="36">
    <w:abstractNumId w:val="42"/>
  </w:num>
  <w:num w:numId="37">
    <w:abstractNumId w:val="30"/>
  </w:num>
  <w:num w:numId="38">
    <w:abstractNumId w:val="24"/>
  </w:num>
  <w:num w:numId="39">
    <w:abstractNumId w:val="19"/>
  </w:num>
  <w:num w:numId="40">
    <w:abstractNumId w:val="6"/>
  </w:num>
  <w:num w:numId="41">
    <w:abstractNumId w:val="7"/>
  </w:num>
  <w:num w:numId="42">
    <w:abstractNumId w:val="21"/>
  </w:num>
  <w:num w:numId="43">
    <w:abstractNumId w:val="15"/>
  </w:num>
  <w:num w:numId="44">
    <w:abstractNumId w:val="14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D8E"/>
    <w:rsid w:val="000009A1"/>
    <w:rsid w:val="000009AD"/>
    <w:rsid w:val="00004570"/>
    <w:rsid w:val="00004CB3"/>
    <w:rsid w:val="00012AF5"/>
    <w:rsid w:val="00021071"/>
    <w:rsid w:val="00021B69"/>
    <w:rsid w:val="00022449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84F0B"/>
    <w:rsid w:val="00090117"/>
    <w:rsid w:val="00090678"/>
    <w:rsid w:val="000930C0"/>
    <w:rsid w:val="00097D04"/>
    <w:rsid w:val="000A227C"/>
    <w:rsid w:val="000B0044"/>
    <w:rsid w:val="000B0DC3"/>
    <w:rsid w:val="000B122D"/>
    <w:rsid w:val="000B26AC"/>
    <w:rsid w:val="000B2C76"/>
    <w:rsid w:val="000B3436"/>
    <w:rsid w:val="000B43F7"/>
    <w:rsid w:val="000B4720"/>
    <w:rsid w:val="000B7375"/>
    <w:rsid w:val="000C1E70"/>
    <w:rsid w:val="000C4FEA"/>
    <w:rsid w:val="000C559E"/>
    <w:rsid w:val="000C622E"/>
    <w:rsid w:val="000D2B15"/>
    <w:rsid w:val="000D3443"/>
    <w:rsid w:val="000D4233"/>
    <w:rsid w:val="000D5501"/>
    <w:rsid w:val="000D7E04"/>
    <w:rsid w:val="000F7A6F"/>
    <w:rsid w:val="00101B7D"/>
    <w:rsid w:val="001048D7"/>
    <w:rsid w:val="00105F1B"/>
    <w:rsid w:val="00105FCB"/>
    <w:rsid w:val="0010696D"/>
    <w:rsid w:val="00113542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971E9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26DB"/>
    <w:rsid w:val="001E5251"/>
    <w:rsid w:val="001F4B86"/>
    <w:rsid w:val="001F557A"/>
    <w:rsid w:val="001F5D31"/>
    <w:rsid w:val="00200AE2"/>
    <w:rsid w:val="00202CEC"/>
    <w:rsid w:val="00203EFD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37E64"/>
    <w:rsid w:val="002462EB"/>
    <w:rsid w:val="00247F30"/>
    <w:rsid w:val="00250ED7"/>
    <w:rsid w:val="00251BCD"/>
    <w:rsid w:val="0026069F"/>
    <w:rsid w:val="00265831"/>
    <w:rsid w:val="00266C83"/>
    <w:rsid w:val="00267EA8"/>
    <w:rsid w:val="0027317C"/>
    <w:rsid w:val="00273E7F"/>
    <w:rsid w:val="00274A8A"/>
    <w:rsid w:val="00276D7F"/>
    <w:rsid w:val="00280A4E"/>
    <w:rsid w:val="002866E6"/>
    <w:rsid w:val="00286714"/>
    <w:rsid w:val="00292739"/>
    <w:rsid w:val="00294BB3"/>
    <w:rsid w:val="002A2D5B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3506"/>
    <w:rsid w:val="002F61FE"/>
    <w:rsid w:val="00304F35"/>
    <w:rsid w:val="00305447"/>
    <w:rsid w:val="00305B67"/>
    <w:rsid w:val="00306350"/>
    <w:rsid w:val="00313BC7"/>
    <w:rsid w:val="0031657B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10AE"/>
    <w:rsid w:val="00373483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4474"/>
    <w:rsid w:val="003C1C8C"/>
    <w:rsid w:val="003C4616"/>
    <w:rsid w:val="003D1FB4"/>
    <w:rsid w:val="003D464D"/>
    <w:rsid w:val="003D71A3"/>
    <w:rsid w:val="003D7DC6"/>
    <w:rsid w:val="003D7E88"/>
    <w:rsid w:val="003E0330"/>
    <w:rsid w:val="003E1F47"/>
    <w:rsid w:val="003E271F"/>
    <w:rsid w:val="003F10DD"/>
    <w:rsid w:val="003F3647"/>
    <w:rsid w:val="003F3925"/>
    <w:rsid w:val="003F47BD"/>
    <w:rsid w:val="003F7850"/>
    <w:rsid w:val="00400FE6"/>
    <w:rsid w:val="00401107"/>
    <w:rsid w:val="00405159"/>
    <w:rsid w:val="0041345E"/>
    <w:rsid w:val="00415F64"/>
    <w:rsid w:val="00422EBB"/>
    <w:rsid w:val="00432CF7"/>
    <w:rsid w:val="00440798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0400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01BF"/>
    <w:rsid w:val="004C1359"/>
    <w:rsid w:val="004C26A4"/>
    <w:rsid w:val="004C4F05"/>
    <w:rsid w:val="004E24BE"/>
    <w:rsid w:val="004E2DE9"/>
    <w:rsid w:val="0051356D"/>
    <w:rsid w:val="00513DDA"/>
    <w:rsid w:val="00517DE7"/>
    <w:rsid w:val="005219C4"/>
    <w:rsid w:val="005233F7"/>
    <w:rsid w:val="00530565"/>
    <w:rsid w:val="005335BA"/>
    <w:rsid w:val="005335C7"/>
    <w:rsid w:val="005374C5"/>
    <w:rsid w:val="00537C92"/>
    <w:rsid w:val="00537EC8"/>
    <w:rsid w:val="00540E34"/>
    <w:rsid w:val="0054201A"/>
    <w:rsid w:val="005438E0"/>
    <w:rsid w:val="00545234"/>
    <w:rsid w:val="0054663C"/>
    <w:rsid w:val="005522A2"/>
    <w:rsid w:val="00552CE1"/>
    <w:rsid w:val="00556A8C"/>
    <w:rsid w:val="00571453"/>
    <w:rsid w:val="005735B6"/>
    <w:rsid w:val="0057413F"/>
    <w:rsid w:val="00576AE3"/>
    <w:rsid w:val="00581F3D"/>
    <w:rsid w:val="0058229C"/>
    <w:rsid w:val="005830D8"/>
    <w:rsid w:val="005902C3"/>
    <w:rsid w:val="0059069F"/>
    <w:rsid w:val="00591CC5"/>
    <w:rsid w:val="005A3A9C"/>
    <w:rsid w:val="005A70D5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5A32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A7D7A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4677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6C7C"/>
    <w:rsid w:val="007B6CBF"/>
    <w:rsid w:val="007C0A61"/>
    <w:rsid w:val="007C5159"/>
    <w:rsid w:val="007C5B41"/>
    <w:rsid w:val="007D21D6"/>
    <w:rsid w:val="007E2617"/>
    <w:rsid w:val="007F1DA4"/>
    <w:rsid w:val="007F2756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D6B"/>
    <w:rsid w:val="008438FC"/>
    <w:rsid w:val="00852FD4"/>
    <w:rsid w:val="0086222D"/>
    <w:rsid w:val="00864688"/>
    <w:rsid w:val="008654AA"/>
    <w:rsid w:val="00871AF9"/>
    <w:rsid w:val="00875730"/>
    <w:rsid w:val="00895440"/>
    <w:rsid w:val="00895E28"/>
    <w:rsid w:val="00897DF6"/>
    <w:rsid w:val="008A76CD"/>
    <w:rsid w:val="008B5F2D"/>
    <w:rsid w:val="008C3B67"/>
    <w:rsid w:val="008C423A"/>
    <w:rsid w:val="008D01FF"/>
    <w:rsid w:val="008D2BBF"/>
    <w:rsid w:val="008E0629"/>
    <w:rsid w:val="008E4162"/>
    <w:rsid w:val="008E4E44"/>
    <w:rsid w:val="008F3626"/>
    <w:rsid w:val="008F37CE"/>
    <w:rsid w:val="008F5A28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56EB"/>
    <w:rsid w:val="00967104"/>
    <w:rsid w:val="009712A4"/>
    <w:rsid w:val="00973BCA"/>
    <w:rsid w:val="00976553"/>
    <w:rsid w:val="00984349"/>
    <w:rsid w:val="009868A4"/>
    <w:rsid w:val="00993A4D"/>
    <w:rsid w:val="00995790"/>
    <w:rsid w:val="009A3846"/>
    <w:rsid w:val="009A6E3A"/>
    <w:rsid w:val="009B03FD"/>
    <w:rsid w:val="009B0EE0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14DF"/>
    <w:rsid w:val="00A25045"/>
    <w:rsid w:val="00A271DE"/>
    <w:rsid w:val="00A32B68"/>
    <w:rsid w:val="00A33612"/>
    <w:rsid w:val="00A35489"/>
    <w:rsid w:val="00A356FD"/>
    <w:rsid w:val="00A40008"/>
    <w:rsid w:val="00A424E5"/>
    <w:rsid w:val="00A47A93"/>
    <w:rsid w:val="00A508C0"/>
    <w:rsid w:val="00A557F6"/>
    <w:rsid w:val="00A55C21"/>
    <w:rsid w:val="00A713E7"/>
    <w:rsid w:val="00A730F6"/>
    <w:rsid w:val="00A735CC"/>
    <w:rsid w:val="00A77F78"/>
    <w:rsid w:val="00A81827"/>
    <w:rsid w:val="00A82BB0"/>
    <w:rsid w:val="00A8638E"/>
    <w:rsid w:val="00A91856"/>
    <w:rsid w:val="00A91CA7"/>
    <w:rsid w:val="00A97630"/>
    <w:rsid w:val="00AA0A53"/>
    <w:rsid w:val="00AA3FCA"/>
    <w:rsid w:val="00AA3FD8"/>
    <w:rsid w:val="00AB33D0"/>
    <w:rsid w:val="00AB4D8E"/>
    <w:rsid w:val="00AB61A7"/>
    <w:rsid w:val="00AD1E2F"/>
    <w:rsid w:val="00AE1852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46F7"/>
    <w:rsid w:val="00B4771E"/>
    <w:rsid w:val="00B50D9F"/>
    <w:rsid w:val="00B5388C"/>
    <w:rsid w:val="00B57E6E"/>
    <w:rsid w:val="00B62E7E"/>
    <w:rsid w:val="00B64F5E"/>
    <w:rsid w:val="00B67323"/>
    <w:rsid w:val="00B72E65"/>
    <w:rsid w:val="00B74194"/>
    <w:rsid w:val="00B81420"/>
    <w:rsid w:val="00B81465"/>
    <w:rsid w:val="00B81B04"/>
    <w:rsid w:val="00B83FCD"/>
    <w:rsid w:val="00B86B03"/>
    <w:rsid w:val="00B87A40"/>
    <w:rsid w:val="00B87C2C"/>
    <w:rsid w:val="00B91DC5"/>
    <w:rsid w:val="00B93DEF"/>
    <w:rsid w:val="00BA2230"/>
    <w:rsid w:val="00BA2455"/>
    <w:rsid w:val="00BA6B6A"/>
    <w:rsid w:val="00BB71DE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37B49"/>
    <w:rsid w:val="00C4490A"/>
    <w:rsid w:val="00C45026"/>
    <w:rsid w:val="00C46123"/>
    <w:rsid w:val="00C46C61"/>
    <w:rsid w:val="00C4758A"/>
    <w:rsid w:val="00C503C5"/>
    <w:rsid w:val="00C50F3D"/>
    <w:rsid w:val="00C55DC5"/>
    <w:rsid w:val="00C55E27"/>
    <w:rsid w:val="00C63BE7"/>
    <w:rsid w:val="00C670BB"/>
    <w:rsid w:val="00C71A12"/>
    <w:rsid w:val="00C75EDB"/>
    <w:rsid w:val="00C802A4"/>
    <w:rsid w:val="00C80AB1"/>
    <w:rsid w:val="00C824FE"/>
    <w:rsid w:val="00C93661"/>
    <w:rsid w:val="00CA30FF"/>
    <w:rsid w:val="00CA3C6C"/>
    <w:rsid w:val="00CB0B4B"/>
    <w:rsid w:val="00CB63E1"/>
    <w:rsid w:val="00CB6E46"/>
    <w:rsid w:val="00CC0ED6"/>
    <w:rsid w:val="00CC157B"/>
    <w:rsid w:val="00CC6294"/>
    <w:rsid w:val="00CD332D"/>
    <w:rsid w:val="00CD6176"/>
    <w:rsid w:val="00CE0A9C"/>
    <w:rsid w:val="00CE589F"/>
    <w:rsid w:val="00CE5A33"/>
    <w:rsid w:val="00CF593A"/>
    <w:rsid w:val="00D00816"/>
    <w:rsid w:val="00D009D7"/>
    <w:rsid w:val="00D10889"/>
    <w:rsid w:val="00D13A75"/>
    <w:rsid w:val="00D1501C"/>
    <w:rsid w:val="00D204BF"/>
    <w:rsid w:val="00D20C1D"/>
    <w:rsid w:val="00D21225"/>
    <w:rsid w:val="00D21B69"/>
    <w:rsid w:val="00D40AC0"/>
    <w:rsid w:val="00D42C24"/>
    <w:rsid w:val="00D7323E"/>
    <w:rsid w:val="00D75886"/>
    <w:rsid w:val="00D80554"/>
    <w:rsid w:val="00D84D0C"/>
    <w:rsid w:val="00D85373"/>
    <w:rsid w:val="00D93065"/>
    <w:rsid w:val="00D93491"/>
    <w:rsid w:val="00DB5962"/>
    <w:rsid w:val="00DC0E32"/>
    <w:rsid w:val="00DC1607"/>
    <w:rsid w:val="00DC25C2"/>
    <w:rsid w:val="00DC7545"/>
    <w:rsid w:val="00DD4D91"/>
    <w:rsid w:val="00DD6BFE"/>
    <w:rsid w:val="00DE15C9"/>
    <w:rsid w:val="00DE4B55"/>
    <w:rsid w:val="00DF41F0"/>
    <w:rsid w:val="00DF748A"/>
    <w:rsid w:val="00E0322D"/>
    <w:rsid w:val="00E0534A"/>
    <w:rsid w:val="00E07C22"/>
    <w:rsid w:val="00E14FA7"/>
    <w:rsid w:val="00E154D9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7532"/>
    <w:rsid w:val="00EB46FC"/>
    <w:rsid w:val="00EC0555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4773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4B7B"/>
    <w:rsid w:val="00F76079"/>
    <w:rsid w:val="00F802E8"/>
    <w:rsid w:val="00F83476"/>
    <w:rsid w:val="00F83657"/>
    <w:rsid w:val="00F9669D"/>
    <w:rsid w:val="00F96882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39B3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CE92B31-F964-4DA3-9B96-5A25BF76E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uiPriority w:val="22"/>
    <w:qFormat/>
    <w:rsid w:val="00FD0FA5"/>
    <w:rPr>
      <w:b/>
      <w:bCs/>
    </w:rPr>
  </w:style>
  <w:style w:type="character" w:styleId="Enfasicorsivo">
    <w:name w:val="Emphasis"/>
    <w:qFormat/>
    <w:rsid w:val="000B0DC3"/>
    <w:rPr>
      <w:i/>
      <w:iCs/>
    </w:rPr>
  </w:style>
  <w:style w:type="character" w:customStyle="1" w:styleId="IntestazioneCarattere">
    <w:name w:val="Intestazione Carattere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link w:val="Corpotesto"/>
    <w:rsid w:val="00633E96"/>
    <w:rPr>
      <w:rFonts w:ascii="Arial" w:hAnsi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3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07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2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70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22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1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270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6785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02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592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4820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6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008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2054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459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73840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4421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241227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44189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47627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07849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89565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47894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6865185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550791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340321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331981877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urizioiovino@libero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valeriogranato@liber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3290831931%20m.pressich@alice.it" TargetMode="Externa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ltimA\Lavori\Club%20Nautico%20Castellabate\Presidenza%20V%20Zona%202013\Corrispondenza%20in%20uscita%202016\Prot.205.2016%20Lettera%20LNI%20Agropoli\Prot.205.2016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54EB2-0944-49A3-A3E8-3E88BB8A1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Prot.205.2016</Template>
  <TotalTime>4</TotalTime>
  <Pages>4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3075</CharactersWithSpaces>
  <SharedDoc>false</SharedDoc>
  <HLinks>
    <vt:vector size="6" baseType="variant">
      <vt:variant>
        <vt:i4>116</vt:i4>
      </vt:variant>
      <vt:variant>
        <vt:i4>2</vt:i4>
      </vt:variant>
      <vt:variant>
        <vt:i4>0</vt:i4>
      </vt:variant>
      <vt:variant>
        <vt:i4>5</vt:i4>
      </vt:variant>
      <vt:variant>
        <vt:lpwstr>mailto:v-zona@federvela.it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subject/>
  <dc:creator>Francesco</dc:creator>
  <cp:keywords/>
  <cp:lastModifiedBy>Francesco</cp:lastModifiedBy>
  <cp:revision>3</cp:revision>
  <cp:lastPrinted>2016-04-15T04:01:00Z</cp:lastPrinted>
  <dcterms:created xsi:type="dcterms:W3CDTF">2016-05-19T16:47:00Z</dcterms:created>
  <dcterms:modified xsi:type="dcterms:W3CDTF">2016-05-19T16:51:00Z</dcterms:modified>
</cp:coreProperties>
</file>